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816" w:rsidRDefault="002D381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2D3816" w:rsidRDefault="002D3816"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«Юг»</w:t>
      </w:r>
    </w:p>
    <w:p w:rsidR="002D3816" w:rsidRDefault="002D3816"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__________Р.А.Шлотгауэр</w:t>
      </w:r>
    </w:p>
    <w:p w:rsidR="002D3816" w:rsidRDefault="002D381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2D3816" w:rsidRDefault="002D3816" w:rsidP="00596C11">
      <w:pPr>
        <w:jc w:val="center"/>
        <w:rPr>
          <w:rFonts w:ascii="Times New Roman" w:hAnsi="Times New Roman" w:cs="Times New Roman"/>
          <w:b/>
          <w:bCs/>
          <w:sz w:val="28"/>
          <w:szCs w:val="28"/>
        </w:rPr>
      </w:pPr>
    </w:p>
    <w:p w:rsidR="002D3816" w:rsidRDefault="002D3816" w:rsidP="00596C11">
      <w:pPr>
        <w:jc w:val="center"/>
        <w:rPr>
          <w:rFonts w:ascii="Times New Roman" w:hAnsi="Times New Roman" w:cs="Times New Roman"/>
          <w:b/>
          <w:bCs/>
          <w:sz w:val="28"/>
          <w:szCs w:val="28"/>
        </w:rPr>
      </w:pPr>
    </w:p>
    <w:p w:rsidR="002D3816" w:rsidRDefault="002D3816" w:rsidP="00596C11">
      <w:pPr>
        <w:jc w:val="center"/>
        <w:rPr>
          <w:rFonts w:ascii="Times New Roman" w:hAnsi="Times New Roman" w:cs="Times New Roman"/>
          <w:b/>
          <w:bCs/>
          <w:sz w:val="28"/>
          <w:szCs w:val="28"/>
        </w:rPr>
      </w:pPr>
    </w:p>
    <w:p w:rsidR="002D3816" w:rsidRDefault="002D3816" w:rsidP="00596C11">
      <w:pPr>
        <w:jc w:val="center"/>
        <w:rPr>
          <w:rFonts w:ascii="Times New Roman" w:hAnsi="Times New Roman" w:cs="Times New Roman"/>
          <w:b/>
          <w:bCs/>
          <w:sz w:val="28"/>
          <w:szCs w:val="28"/>
        </w:rPr>
      </w:pPr>
    </w:p>
    <w:p w:rsidR="002D3816" w:rsidRDefault="002D3816" w:rsidP="00596C11">
      <w:pPr>
        <w:jc w:val="center"/>
        <w:rPr>
          <w:rFonts w:ascii="Times New Roman" w:hAnsi="Times New Roman" w:cs="Times New Roman"/>
          <w:b/>
          <w:bCs/>
          <w:sz w:val="28"/>
          <w:szCs w:val="28"/>
        </w:rPr>
      </w:pPr>
    </w:p>
    <w:p w:rsidR="002D3816" w:rsidRPr="00596C11" w:rsidRDefault="002D3816"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3</w:t>
      </w:r>
    </w:p>
    <w:p w:rsidR="002D3816" w:rsidRPr="00596C11" w:rsidRDefault="002D381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2D3816" w:rsidRPr="00596C11" w:rsidRDefault="002D381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2D3816" w:rsidRDefault="002D381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2D3816" w:rsidRPr="00596C11" w:rsidRDefault="002D3816"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пер. Алейский, 45.</w:t>
      </w:r>
    </w:p>
    <w:p w:rsidR="002D3816" w:rsidRPr="005F5DCD" w:rsidRDefault="002D3816" w:rsidP="00596C11">
      <w:pPr>
        <w:autoSpaceDE w:val="0"/>
        <w:jc w:val="center"/>
        <w:rPr>
          <w:b/>
          <w:bCs/>
          <w:sz w:val="28"/>
          <w:szCs w:val="28"/>
        </w:rPr>
      </w:pPr>
    </w:p>
    <w:p w:rsidR="002D3816" w:rsidRDefault="002D3816" w:rsidP="00431B2C">
      <w:pPr>
        <w:spacing w:after="0" w:line="240" w:lineRule="auto"/>
        <w:ind w:firstLine="709"/>
        <w:jc w:val="both"/>
      </w:pPr>
    </w:p>
    <w:p w:rsidR="002D3816" w:rsidRDefault="002D3816"/>
    <w:p w:rsidR="002D3816" w:rsidRDefault="002D3816"/>
    <w:p w:rsidR="002D3816" w:rsidRDefault="002D3816"/>
    <w:p w:rsidR="002D3816" w:rsidRDefault="002D3816"/>
    <w:p w:rsidR="002D3816" w:rsidRDefault="002D3816"/>
    <w:p w:rsidR="002D3816" w:rsidRDefault="002D3816"/>
    <w:p w:rsidR="002D3816" w:rsidRDefault="002D3816"/>
    <w:p w:rsidR="002D3816" w:rsidRDefault="002D3816"/>
    <w:p w:rsidR="002D3816" w:rsidRDefault="002D3816"/>
    <w:p w:rsidR="002D3816" w:rsidRDefault="002D3816"/>
    <w:p w:rsidR="002D3816" w:rsidRDefault="002D3816"/>
    <w:p w:rsidR="002D3816" w:rsidRDefault="002D3816"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2D3816" w:rsidRDefault="002D381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пер. Алейский, 45.</w:t>
      </w:r>
      <w:r w:rsidRPr="003B5845">
        <w:rPr>
          <w:rFonts w:ascii="Times New Roman" w:hAnsi="Times New Roman" w:cs="Times New Roman"/>
          <w:sz w:val="24"/>
          <w:szCs w:val="24"/>
        </w:rPr>
        <w:t xml:space="preserve"> </w:t>
      </w:r>
    </w:p>
    <w:p w:rsidR="002D3816" w:rsidRPr="008D4C71" w:rsidRDefault="002D381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p>
    <w:p w:rsidR="002D3816" w:rsidRPr="008D4C71" w:rsidRDefault="002D3816" w:rsidP="008D4C71">
      <w:pPr>
        <w:tabs>
          <w:tab w:val="left" w:pos="3405"/>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Лот № 2 – Установка ПУ.</w:t>
      </w:r>
    </w:p>
    <w:p w:rsidR="002D3816" w:rsidRPr="00707F60" w:rsidRDefault="002D3816"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2D3816" w:rsidRPr="00707F60" w:rsidRDefault="002D38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2D3816" w:rsidRPr="005B6F0B" w:rsidRDefault="002D3816" w:rsidP="008D4C71">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ООО «Управляющая компания «Юг» </w:t>
      </w:r>
    </w:p>
    <w:p w:rsidR="002D3816" w:rsidRPr="005B6F0B" w:rsidRDefault="002D3816" w:rsidP="008D4C71">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ИНН 2209029478 </w:t>
      </w:r>
    </w:p>
    <w:p w:rsidR="002D3816" w:rsidRPr="005B6F0B" w:rsidRDefault="002D3816" w:rsidP="008D4C71">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тел. 8 (385-57) 9-15-30, эл.адрес: OOO_uk_ug@mail.ru</w:t>
      </w:r>
    </w:p>
    <w:p w:rsidR="002D3816" w:rsidRPr="005B6F0B" w:rsidRDefault="002D3816" w:rsidP="008D4C71">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адрес: Алтайский край, г. Рубцовск, ул. Красная, 96</w:t>
      </w:r>
    </w:p>
    <w:p w:rsidR="002D3816" w:rsidRPr="005B6F0B" w:rsidRDefault="002D3816" w:rsidP="008D4C71">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Шлотгауэр Роберт Алексеевич</w:t>
      </w:r>
    </w:p>
    <w:p w:rsidR="002D3816" w:rsidRPr="00707F60" w:rsidRDefault="002D3816" w:rsidP="008504E8">
      <w:pPr>
        <w:tabs>
          <w:tab w:val="left" w:pos="0"/>
        </w:tabs>
        <w:spacing w:after="0" w:line="240" w:lineRule="auto"/>
        <w:ind w:firstLine="567"/>
        <w:jc w:val="both"/>
        <w:rPr>
          <w:rFonts w:ascii="Times New Roman" w:hAnsi="Times New Roman" w:cs="Times New Roman"/>
          <w:sz w:val="24"/>
          <w:szCs w:val="24"/>
        </w:rPr>
      </w:pPr>
    </w:p>
    <w:p w:rsidR="002D3816" w:rsidRPr="00707F60" w:rsidRDefault="002D38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2D3816" w:rsidRDefault="002D381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D3816" w:rsidRDefault="002D38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2D3816" w:rsidRPr="00243B63" w:rsidRDefault="002D3816"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2D3816" w:rsidRPr="00707F60" w:rsidRDefault="002D38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2D3816" w:rsidRPr="00243B63" w:rsidRDefault="002D381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2D3816" w:rsidRPr="00243B63" w:rsidRDefault="002D381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2D3816" w:rsidRDefault="002D3816" w:rsidP="008130D4">
      <w:pPr>
        <w:numPr>
          <w:ilvl w:val="1"/>
          <w:numId w:val="24"/>
        </w:num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p>
    <w:p w:rsidR="002D3816" w:rsidRDefault="002D3816" w:rsidP="008130D4">
      <w:pPr>
        <w:numPr>
          <w:ilvl w:val="1"/>
          <w:numId w:val="24"/>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Лот № 1 – 1 000 000 (один миллион) </w:t>
      </w:r>
      <w:r w:rsidRPr="005B6F0B">
        <w:rPr>
          <w:rFonts w:ascii="Times New Roman" w:hAnsi="Times New Roman" w:cs="Times New Roman"/>
          <w:color w:val="000000"/>
          <w:sz w:val="24"/>
          <w:szCs w:val="24"/>
        </w:rPr>
        <w:t>рублей 00 копеек.</w:t>
      </w:r>
    </w:p>
    <w:p w:rsidR="002D3816" w:rsidRDefault="002D3816" w:rsidP="008130D4">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92 230 (девяносто две тысячи двести тридцать) рублей 00 копеек.</w:t>
      </w:r>
    </w:p>
    <w:p w:rsidR="002D3816" w:rsidRPr="00464C00" w:rsidRDefault="002D3816"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2D3816" w:rsidRPr="00FC5EC1" w:rsidRDefault="002D381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2D3816" w:rsidRPr="003B5845" w:rsidRDefault="002D3816"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2D3816" w:rsidRPr="003B7EE8" w:rsidRDefault="002D381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2D3816" w:rsidRPr="00243B63" w:rsidRDefault="002D381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D3816" w:rsidRPr="00243B63" w:rsidRDefault="002D381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2D3816" w:rsidRPr="00243B63" w:rsidRDefault="002D381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2D3816" w:rsidRDefault="002D381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10</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2D3816" w:rsidRDefault="002D381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2D3816" w:rsidRDefault="002D381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2D3816" w:rsidRDefault="002D3816"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2D3816" w:rsidRPr="00665978" w:rsidRDefault="002D3816" w:rsidP="00665978">
      <w:pPr>
        <w:pStyle w:val="ListParagraph"/>
        <w:tabs>
          <w:tab w:val="left" w:pos="0"/>
        </w:tabs>
        <w:spacing w:after="0" w:line="240" w:lineRule="auto"/>
        <w:ind w:left="567"/>
        <w:jc w:val="both"/>
        <w:rPr>
          <w:rFonts w:ascii="Times New Roman" w:hAnsi="Times New Roman" w:cs="Times New Roman"/>
          <w:sz w:val="24"/>
          <w:szCs w:val="24"/>
        </w:rPr>
      </w:pPr>
    </w:p>
    <w:p w:rsidR="002D3816" w:rsidRPr="00247573" w:rsidRDefault="002D3816"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2D3816" w:rsidRPr="00247573" w:rsidRDefault="002D3816"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2D3816" w:rsidRPr="0075512B" w:rsidRDefault="002D3816"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2D3816" w:rsidRPr="0075512B" w:rsidRDefault="002D381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2D3816" w:rsidRPr="0075512B" w:rsidRDefault="002D381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2D3816" w:rsidRPr="0075512B" w:rsidRDefault="002D381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2D3816" w:rsidRPr="0075512B" w:rsidRDefault="002D3816"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2D3816" w:rsidRDefault="002D3816" w:rsidP="000578C0">
      <w:pPr>
        <w:spacing w:line="240" w:lineRule="auto"/>
        <w:jc w:val="center"/>
        <w:rPr>
          <w:rFonts w:ascii="Times New Roman" w:hAnsi="Times New Roman" w:cs="Times New Roman"/>
          <w:sz w:val="24"/>
          <w:szCs w:val="24"/>
        </w:rPr>
      </w:pPr>
    </w:p>
    <w:p w:rsidR="002D3816" w:rsidRDefault="002D3816"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2D3816" w:rsidRPr="00BF7716" w:rsidRDefault="002D3816"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2D3816" w:rsidRDefault="002D3816" w:rsidP="000578C0">
      <w:pPr>
        <w:pStyle w:val="ListParagraph"/>
        <w:spacing w:line="240" w:lineRule="auto"/>
        <w:ind w:left="0" w:firstLine="567"/>
        <w:rPr>
          <w:rFonts w:ascii="Times New Roman" w:hAnsi="Times New Roman" w:cs="Times New Roman"/>
          <w:sz w:val="24"/>
          <w:szCs w:val="24"/>
        </w:rPr>
      </w:pPr>
    </w:p>
    <w:p w:rsidR="002D3816" w:rsidRPr="00907E6B" w:rsidRDefault="002D3816"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2D3816" w:rsidRPr="00907E6B" w:rsidRDefault="002D381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2D3816" w:rsidRPr="00907E6B" w:rsidRDefault="002D381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2D3816" w:rsidRPr="00CB48A1" w:rsidRDefault="002D381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2D3816" w:rsidRPr="00CB48A1" w:rsidRDefault="002D381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2D3816" w:rsidRPr="00CB48A1" w:rsidRDefault="002D38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2D3816" w:rsidRPr="00CB48A1" w:rsidRDefault="002D38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2D3816" w:rsidRPr="00CB48A1" w:rsidRDefault="002D38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2D3816" w:rsidRPr="00CB48A1" w:rsidRDefault="002D38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2D3816" w:rsidRPr="00CB48A1" w:rsidRDefault="002D38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2D3816" w:rsidRPr="00CB48A1" w:rsidRDefault="002D381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2D3816" w:rsidRPr="00CB48A1" w:rsidRDefault="002D38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2D3816" w:rsidRPr="003F203C" w:rsidRDefault="002D38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2D3816" w:rsidRPr="00CB48A1" w:rsidRDefault="002D38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2D3816" w:rsidRPr="00CB48A1" w:rsidRDefault="002D38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2D3816" w:rsidRPr="00CB48A1" w:rsidRDefault="002D38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2D3816" w:rsidRDefault="002D381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2D3816" w:rsidRPr="00CB48A1" w:rsidRDefault="002D3816" w:rsidP="00045BE8">
      <w:pPr>
        <w:autoSpaceDE w:val="0"/>
        <w:autoSpaceDN w:val="0"/>
        <w:adjustRightInd w:val="0"/>
        <w:spacing w:after="0" w:line="240" w:lineRule="auto"/>
        <w:ind w:left="567"/>
        <w:jc w:val="both"/>
        <w:rPr>
          <w:rFonts w:ascii="Times New Roman" w:hAnsi="Times New Roman" w:cs="Times New Roman"/>
          <w:sz w:val="24"/>
          <w:szCs w:val="24"/>
        </w:rPr>
      </w:pPr>
    </w:p>
    <w:p w:rsidR="002D3816" w:rsidRPr="00BF7716" w:rsidRDefault="002D3816"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2D3816" w:rsidRPr="003C6131" w:rsidRDefault="002D3816"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2D3816" w:rsidRPr="003C6131" w:rsidRDefault="002D3816"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2D3816" w:rsidRPr="0014304B" w:rsidRDefault="002D3816"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2D3816" w:rsidRDefault="002D381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2D3816" w:rsidRPr="0014304B" w:rsidRDefault="002D38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2D3816" w:rsidRPr="0014304B" w:rsidRDefault="002D38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2D3816" w:rsidRPr="0014304B" w:rsidRDefault="002D38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2D3816" w:rsidRPr="0014304B" w:rsidRDefault="002D38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2D3816" w:rsidRPr="0014304B" w:rsidRDefault="002D381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2D3816" w:rsidRPr="005F5DCD" w:rsidRDefault="002D38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2D3816" w:rsidRPr="005F5DCD" w:rsidRDefault="002D38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2D3816" w:rsidRPr="005F5DCD" w:rsidRDefault="002D38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2D3816" w:rsidRPr="005F5DCD" w:rsidRDefault="002D38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2D3816" w:rsidRPr="005F5DCD" w:rsidRDefault="002D381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2D3816" w:rsidRPr="0014304B" w:rsidRDefault="002D3816"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2D3816" w:rsidRPr="0014304B" w:rsidRDefault="002D3816"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2D3816" w:rsidRPr="0014304B" w:rsidRDefault="002D381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2D3816" w:rsidRDefault="002D381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2D3816" w:rsidRPr="0014304B" w:rsidRDefault="002D381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2D3816" w:rsidRPr="003C6131" w:rsidRDefault="002D3816"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2D3816" w:rsidRDefault="002D3816"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2D3816" w:rsidRPr="00BF7716" w:rsidRDefault="002D3816"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2D3816" w:rsidRDefault="002D3816"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2D3816" w:rsidRPr="00C16C63" w:rsidRDefault="002D38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2D3816" w:rsidRPr="00C16C63" w:rsidRDefault="002D38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2D3816" w:rsidRPr="00C16C63" w:rsidRDefault="002D38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2D3816" w:rsidRPr="00C16C63" w:rsidRDefault="002D38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2D3816" w:rsidRPr="00C16C63" w:rsidRDefault="002D38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2D3816" w:rsidRPr="00C16C63" w:rsidRDefault="002D38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2D3816" w:rsidRPr="00C16C63" w:rsidRDefault="002D38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2D3816" w:rsidRPr="00C16C63" w:rsidRDefault="002D38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2D3816" w:rsidRPr="00C16C63" w:rsidRDefault="002D38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2D3816" w:rsidRPr="00C16C63" w:rsidRDefault="002D38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2D3816" w:rsidRPr="00C16C63" w:rsidRDefault="002D38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2D3816" w:rsidRPr="00C16C63" w:rsidRDefault="002D38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2D3816" w:rsidRPr="00C16C63" w:rsidRDefault="002D381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2D3816" w:rsidRDefault="002D381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2D3816" w:rsidRPr="0015777D">
        <w:tc>
          <w:tcPr>
            <w:tcW w:w="8755" w:type="dxa"/>
            <w:gridSpan w:val="5"/>
            <w:tcBorders>
              <w:top w:val="nil"/>
              <w:left w:val="nil"/>
              <w:right w:val="nil"/>
            </w:tcBorders>
          </w:tcPr>
          <w:p w:rsidR="002D3816" w:rsidRPr="00C16C63" w:rsidRDefault="002D3816"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2D3816" w:rsidRPr="00C16C63" w:rsidRDefault="002D3816"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2D3816" w:rsidRPr="00C16C63" w:rsidRDefault="002D3816" w:rsidP="00F10885">
            <w:pPr>
              <w:spacing w:after="0" w:line="240" w:lineRule="auto"/>
              <w:jc w:val="center"/>
              <w:rPr>
                <w:rFonts w:ascii="Times New Roman" w:hAnsi="Times New Roman" w:cs="Times New Roman"/>
                <w:sz w:val="24"/>
                <w:szCs w:val="24"/>
              </w:rPr>
            </w:pPr>
          </w:p>
        </w:tc>
      </w:tr>
      <w:tr w:rsidR="002D3816" w:rsidRPr="0015777D">
        <w:tc>
          <w:tcPr>
            <w:tcW w:w="428"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2D3816" w:rsidRPr="0015777D">
        <w:tc>
          <w:tcPr>
            <w:tcW w:w="428" w:type="dxa"/>
            <w:vMerge w:val="restart"/>
          </w:tcPr>
          <w:p w:rsidR="002D3816" w:rsidRPr="00C16C63" w:rsidRDefault="002D3816" w:rsidP="00F10885">
            <w:pPr>
              <w:spacing w:after="0" w:line="240" w:lineRule="auto"/>
              <w:jc w:val="center"/>
              <w:rPr>
                <w:rFonts w:ascii="Times New Roman" w:hAnsi="Times New Roman" w:cs="Times New Roman"/>
                <w:sz w:val="24"/>
                <w:szCs w:val="24"/>
              </w:rPr>
            </w:pPr>
          </w:p>
          <w:p w:rsidR="002D3816" w:rsidRPr="00C16C63" w:rsidRDefault="002D3816" w:rsidP="00F10885">
            <w:pPr>
              <w:spacing w:after="0" w:line="240" w:lineRule="auto"/>
              <w:jc w:val="center"/>
              <w:rPr>
                <w:rFonts w:ascii="Times New Roman" w:hAnsi="Times New Roman" w:cs="Times New Roman"/>
                <w:sz w:val="24"/>
                <w:szCs w:val="24"/>
              </w:rPr>
            </w:pPr>
          </w:p>
          <w:p w:rsidR="002D3816" w:rsidRPr="00C16C63" w:rsidRDefault="002D3816" w:rsidP="00F10885">
            <w:pPr>
              <w:spacing w:after="0" w:line="240" w:lineRule="auto"/>
              <w:jc w:val="center"/>
              <w:rPr>
                <w:rFonts w:ascii="Times New Roman" w:hAnsi="Times New Roman" w:cs="Times New Roman"/>
                <w:sz w:val="24"/>
                <w:szCs w:val="24"/>
              </w:rPr>
            </w:pPr>
          </w:p>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val="restart"/>
          </w:tcPr>
          <w:p w:rsidR="002D3816" w:rsidRPr="00C16C63" w:rsidRDefault="002D3816" w:rsidP="00F10885">
            <w:pPr>
              <w:spacing w:after="0" w:line="240" w:lineRule="auto"/>
              <w:jc w:val="center"/>
              <w:rPr>
                <w:rFonts w:ascii="Times New Roman" w:hAnsi="Times New Roman" w:cs="Times New Roman"/>
                <w:sz w:val="24"/>
                <w:szCs w:val="24"/>
              </w:rPr>
            </w:pPr>
          </w:p>
          <w:p w:rsidR="002D3816" w:rsidRPr="00C16C63" w:rsidRDefault="002D3816" w:rsidP="00F10885">
            <w:pPr>
              <w:spacing w:after="0" w:line="240" w:lineRule="auto"/>
              <w:jc w:val="center"/>
              <w:rPr>
                <w:rFonts w:ascii="Times New Roman" w:hAnsi="Times New Roman" w:cs="Times New Roman"/>
                <w:sz w:val="24"/>
                <w:szCs w:val="24"/>
              </w:rPr>
            </w:pPr>
          </w:p>
          <w:p w:rsidR="002D3816" w:rsidRPr="00C16C63" w:rsidRDefault="002D3816" w:rsidP="00F10885">
            <w:pPr>
              <w:spacing w:after="0" w:line="240" w:lineRule="auto"/>
              <w:jc w:val="center"/>
              <w:rPr>
                <w:rFonts w:ascii="Times New Roman" w:hAnsi="Times New Roman" w:cs="Times New Roman"/>
                <w:sz w:val="24"/>
                <w:szCs w:val="24"/>
              </w:rPr>
            </w:pPr>
          </w:p>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2D3816" w:rsidRPr="00C16C63" w:rsidRDefault="002D3816" w:rsidP="00F10885">
            <w:pPr>
              <w:spacing w:after="0" w:line="240" w:lineRule="auto"/>
              <w:jc w:val="center"/>
              <w:rPr>
                <w:rFonts w:ascii="Times New Roman" w:hAnsi="Times New Roman" w:cs="Times New Roman"/>
                <w:sz w:val="24"/>
                <w:szCs w:val="24"/>
              </w:rPr>
            </w:pPr>
          </w:p>
          <w:p w:rsidR="002D3816" w:rsidRPr="00C16C63" w:rsidRDefault="002D3816" w:rsidP="00F10885">
            <w:pPr>
              <w:spacing w:after="0" w:line="240" w:lineRule="auto"/>
              <w:jc w:val="center"/>
              <w:rPr>
                <w:rFonts w:ascii="Times New Roman" w:hAnsi="Times New Roman" w:cs="Times New Roman"/>
                <w:sz w:val="24"/>
                <w:szCs w:val="24"/>
              </w:rPr>
            </w:pPr>
          </w:p>
          <w:p w:rsidR="002D3816" w:rsidRPr="00C16C63" w:rsidRDefault="002D3816" w:rsidP="00F10885">
            <w:pPr>
              <w:spacing w:after="0" w:line="240" w:lineRule="auto"/>
              <w:jc w:val="center"/>
              <w:rPr>
                <w:rFonts w:ascii="Times New Roman" w:hAnsi="Times New Roman" w:cs="Times New Roman"/>
                <w:sz w:val="24"/>
                <w:szCs w:val="24"/>
              </w:rPr>
            </w:pPr>
          </w:p>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2D3816" w:rsidRPr="0015777D">
        <w:tc>
          <w:tcPr>
            <w:tcW w:w="42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817"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1638" w:type="dxa"/>
            <w:vMerge/>
          </w:tcPr>
          <w:p w:rsidR="002D3816" w:rsidRPr="00C16C63" w:rsidRDefault="002D3816" w:rsidP="00F10885">
            <w:pPr>
              <w:spacing w:after="0" w:line="240" w:lineRule="auto"/>
              <w:jc w:val="center"/>
              <w:rPr>
                <w:rFonts w:ascii="Times New Roman" w:hAnsi="Times New Roman" w:cs="Times New Roman"/>
                <w:sz w:val="24"/>
                <w:szCs w:val="24"/>
              </w:rPr>
            </w:pPr>
          </w:p>
        </w:tc>
        <w:tc>
          <w:tcPr>
            <w:tcW w:w="240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2D3816" w:rsidRPr="00C16C63" w:rsidRDefault="002D381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2D3816" w:rsidRPr="00C16C63" w:rsidRDefault="002D3816"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2D3816" w:rsidRPr="0015777D">
        <w:trPr>
          <w:trHeight w:val="274"/>
        </w:trPr>
        <w:tc>
          <w:tcPr>
            <w:tcW w:w="318" w:type="dxa"/>
            <w:tcBorders>
              <w:top w:val="nil"/>
              <w:left w:val="nil"/>
              <w:bottom w:val="nil"/>
              <w:right w:val="nil"/>
            </w:tcBorders>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2D3816" w:rsidRPr="00F10885" w:rsidRDefault="002D3816"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2D3816" w:rsidRPr="0015777D">
        <w:tc>
          <w:tcPr>
            <w:tcW w:w="8897" w:type="dxa"/>
            <w:gridSpan w:val="9"/>
            <w:tcBorders>
              <w:top w:val="nil"/>
              <w:left w:val="nil"/>
              <w:right w:val="nil"/>
            </w:tcBorders>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2D3816" w:rsidRPr="0015777D">
        <w:tc>
          <w:tcPr>
            <w:tcW w:w="534"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2D3816" w:rsidRPr="0015777D">
        <w:tc>
          <w:tcPr>
            <w:tcW w:w="534" w:type="dxa"/>
            <w:gridSpan w:val="2"/>
            <w:vMerge w:val="restart"/>
          </w:tcPr>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p>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D3816" w:rsidRPr="0015777D">
        <w:trPr>
          <w:trHeight w:val="65"/>
        </w:trPr>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2D3816" w:rsidRPr="0015777D">
        <w:tc>
          <w:tcPr>
            <w:tcW w:w="534"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1701" w:type="dxa"/>
            <w:vMerge/>
          </w:tcPr>
          <w:p w:rsidR="002D3816" w:rsidRPr="00F10885" w:rsidRDefault="002D3816" w:rsidP="00F10885">
            <w:pPr>
              <w:spacing w:after="0" w:line="240" w:lineRule="auto"/>
              <w:ind w:firstLine="567"/>
              <w:jc w:val="both"/>
              <w:rPr>
                <w:rFonts w:ascii="Times New Roman" w:hAnsi="Times New Roman" w:cs="Times New Roman"/>
                <w:sz w:val="24"/>
                <w:szCs w:val="24"/>
              </w:rPr>
            </w:pPr>
          </w:p>
        </w:tc>
        <w:tc>
          <w:tcPr>
            <w:tcW w:w="2409"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2D3816" w:rsidRPr="00F10885" w:rsidRDefault="002D381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2D3816" w:rsidRDefault="002D3816"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2D3816" w:rsidRPr="00213631" w:rsidRDefault="002D381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2D3816" w:rsidRPr="00213631" w:rsidRDefault="002D381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2D3816" w:rsidRPr="00213631" w:rsidRDefault="002D3816"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2D3816" w:rsidRPr="0015777D">
        <w:tc>
          <w:tcPr>
            <w:tcW w:w="534" w:type="dxa"/>
            <w:tcBorders>
              <w:top w:val="nil"/>
              <w:left w:val="nil"/>
              <w:bottom w:val="nil"/>
              <w:right w:val="nil"/>
            </w:tcBorders>
          </w:tcPr>
          <w:p w:rsidR="002D3816" w:rsidRPr="00F10885" w:rsidRDefault="002D3816"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2D3816" w:rsidRPr="00F10885" w:rsidRDefault="002D3816"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2D3816" w:rsidRPr="00F10885" w:rsidRDefault="002D3816"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2D3816" w:rsidRPr="00F10885" w:rsidRDefault="002D3816"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2D3816" w:rsidRPr="00F10885" w:rsidRDefault="002D3816"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2D3816" w:rsidRPr="0015777D">
        <w:tc>
          <w:tcPr>
            <w:tcW w:w="9039" w:type="dxa"/>
            <w:gridSpan w:val="7"/>
            <w:tcBorders>
              <w:top w:val="nil"/>
              <w:left w:val="nil"/>
              <w:right w:val="nil"/>
            </w:tcBorders>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2D3816" w:rsidRPr="0015777D">
        <w:tc>
          <w:tcPr>
            <w:tcW w:w="534" w:type="dxa"/>
          </w:tcPr>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r w:rsidRPr="0015777D">
              <w:rPr>
                <w:sz w:val="20"/>
                <w:szCs w:val="20"/>
              </w:rPr>
              <w:t>№</w:t>
            </w:r>
          </w:p>
        </w:tc>
        <w:tc>
          <w:tcPr>
            <w:tcW w:w="850" w:type="dxa"/>
          </w:tcPr>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2D3816" w:rsidRPr="0015777D">
        <w:trPr>
          <w:trHeight w:val="274"/>
        </w:trPr>
        <w:tc>
          <w:tcPr>
            <w:tcW w:w="534" w:type="dxa"/>
            <w:vMerge w:val="restart"/>
          </w:tcPr>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p w:rsidR="002D3816" w:rsidRPr="0015777D" w:rsidRDefault="002D3816" w:rsidP="00105C97">
            <w:pPr>
              <w:spacing w:after="0" w:line="240" w:lineRule="auto"/>
              <w:jc w:val="center"/>
              <w:rPr>
                <w:sz w:val="20"/>
                <w:szCs w:val="20"/>
              </w:rPr>
            </w:pPr>
          </w:p>
        </w:tc>
        <w:tc>
          <w:tcPr>
            <w:tcW w:w="850" w:type="dxa"/>
            <w:vMerge w:val="restart"/>
          </w:tcPr>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D3816" w:rsidRPr="0015777D">
        <w:trPr>
          <w:trHeight w:val="274"/>
        </w:trPr>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D3816" w:rsidRPr="0015777D">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D3816" w:rsidRPr="0015777D">
        <w:trPr>
          <w:trHeight w:val="322"/>
        </w:trPr>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val="restart"/>
          </w:tcPr>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D3816" w:rsidRPr="0015777D">
        <w:trPr>
          <w:trHeight w:val="322"/>
        </w:trPr>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D3816" w:rsidRPr="0015777D">
        <w:trPr>
          <w:trHeight w:val="285"/>
        </w:trPr>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D3816" w:rsidRPr="0015777D">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val="restart"/>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D3816" w:rsidRPr="0015777D">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D3816" w:rsidRPr="0015777D">
        <w:trPr>
          <w:trHeight w:val="396"/>
        </w:trPr>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D3816" w:rsidRPr="0015777D">
        <w:trPr>
          <w:trHeight w:val="269"/>
        </w:trPr>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val="restart"/>
          </w:tcPr>
          <w:p w:rsidR="002D3816" w:rsidRPr="00105C97" w:rsidRDefault="002D3816"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D3816" w:rsidRPr="0015777D">
        <w:trPr>
          <w:trHeight w:val="269"/>
        </w:trPr>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D3816" w:rsidRPr="0015777D">
        <w:trPr>
          <w:trHeight w:val="1246"/>
        </w:trPr>
        <w:tc>
          <w:tcPr>
            <w:tcW w:w="534" w:type="dxa"/>
            <w:vMerge/>
          </w:tcPr>
          <w:p w:rsidR="002D3816" w:rsidRPr="0015777D" w:rsidRDefault="002D3816" w:rsidP="00105C97">
            <w:pPr>
              <w:spacing w:after="0" w:line="240" w:lineRule="auto"/>
              <w:jc w:val="center"/>
              <w:rPr>
                <w:sz w:val="20"/>
                <w:szCs w:val="20"/>
              </w:rPr>
            </w:pPr>
          </w:p>
        </w:tc>
        <w:tc>
          <w:tcPr>
            <w:tcW w:w="850"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851"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3827" w:type="dxa"/>
            <w:vMerge/>
          </w:tcPr>
          <w:p w:rsidR="002D3816" w:rsidRPr="00105C97" w:rsidRDefault="002D3816" w:rsidP="00105C97">
            <w:pPr>
              <w:spacing w:after="0" w:line="240" w:lineRule="auto"/>
              <w:jc w:val="center"/>
              <w:rPr>
                <w:rFonts w:ascii="Times New Roman" w:hAnsi="Times New Roman" w:cs="Times New Roman"/>
                <w:sz w:val="24"/>
                <w:szCs w:val="24"/>
              </w:rPr>
            </w:pPr>
          </w:p>
        </w:tc>
        <w:tc>
          <w:tcPr>
            <w:tcW w:w="1559" w:type="dxa"/>
            <w:gridSpan w:val="2"/>
          </w:tcPr>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D3816" w:rsidRPr="00105C97" w:rsidRDefault="002D3816" w:rsidP="00105C97">
            <w:pPr>
              <w:spacing w:after="0" w:line="240" w:lineRule="auto"/>
              <w:jc w:val="center"/>
              <w:rPr>
                <w:rFonts w:ascii="Times New Roman" w:hAnsi="Times New Roman" w:cs="Times New Roman"/>
                <w:sz w:val="24"/>
                <w:szCs w:val="24"/>
              </w:rPr>
            </w:pPr>
          </w:p>
          <w:p w:rsidR="002D3816" w:rsidRPr="00105C97" w:rsidRDefault="002D381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2D3816" w:rsidRPr="00105C97" w:rsidRDefault="002D3816" w:rsidP="00105C97">
            <w:pPr>
              <w:spacing w:after="0" w:line="240" w:lineRule="auto"/>
              <w:jc w:val="center"/>
              <w:rPr>
                <w:rFonts w:ascii="Times New Roman" w:hAnsi="Times New Roman" w:cs="Times New Roman"/>
                <w:sz w:val="24"/>
                <w:szCs w:val="24"/>
              </w:rPr>
            </w:pPr>
          </w:p>
        </w:tc>
      </w:tr>
      <w:tr w:rsidR="002D3816" w:rsidRPr="0015777D">
        <w:trPr>
          <w:trHeight w:val="164"/>
        </w:trPr>
        <w:tc>
          <w:tcPr>
            <w:tcW w:w="9039" w:type="dxa"/>
            <w:gridSpan w:val="7"/>
            <w:tcBorders>
              <w:left w:val="nil"/>
              <w:bottom w:val="nil"/>
              <w:right w:val="nil"/>
            </w:tcBorders>
          </w:tcPr>
          <w:p w:rsidR="002D3816" w:rsidRPr="00105C97" w:rsidRDefault="002D3816" w:rsidP="00105C97">
            <w:pPr>
              <w:pStyle w:val="ConsNormal"/>
              <w:tabs>
                <w:tab w:val="left" w:pos="900"/>
                <w:tab w:val="left" w:pos="1260"/>
              </w:tabs>
              <w:ind w:right="0" w:firstLine="0"/>
              <w:jc w:val="both"/>
              <w:rPr>
                <w:rFonts w:ascii="Times New Roman" w:hAnsi="Times New Roman" w:cs="Times New Roman"/>
                <w:sz w:val="24"/>
                <w:szCs w:val="24"/>
              </w:rPr>
            </w:pPr>
          </w:p>
          <w:p w:rsidR="002D3816" w:rsidRPr="00213631" w:rsidRDefault="002D3816"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2D3816" w:rsidRDefault="002D3816"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2D3816" w:rsidRPr="00105C97" w:rsidRDefault="002D3816" w:rsidP="00105C97">
            <w:pPr>
              <w:pStyle w:val="ConsNormal"/>
              <w:tabs>
                <w:tab w:val="left" w:pos="900"/>
                <w:tab w:val="left" w:pos="1260"/>
              </w:tabs>
              <w:ind w:right="0" w:firstLine="0"/>
              <w:jc w:val="both"/>
              <w:rPr>
                <w:rFonts w:ascii="Times New Roman" w:hAnsi="Times New Roman" w:cs="Times New Roman"/>
                <w:sz w:val="24"/>
                <w:szCs w:val="24"/>
              </w:rPr>
            </w:pPr>
          </w:p>
        </w:tc>
      </w:tr>
    </w:tbl>
    <w:p w:rsidR="002D3816" w:rsidRDefault="002D3816" w:rsidP="00A9484D">
      <w:pPr>
        <w:spacing w:after="0" w:line="240" w:lineRule="auto"/>
        <w:jc w:val="both"/>
        <w:rPr>
          <w:rFonts w:ascii="Times New Roman" w:hAnsi="Times New Roman" w:cs="Times New Roman"/>
          <w:sz w:val="24"/>
          <w:szCs w:val="24"/>
        </w:rPr>
      </w:pPr>
    </w:p>
    <w:p w:rsidR="002D3816" w:rsidRDefault="002D3816" w:rsidP="00A9484D">
      <w:pPr>
        <w:spacing w:after="0" w:line="240" w:lineRule="auto"/>
        <w:jc w:val="both"/>
        <w:rPr>
          <w:rFonts w:ascii="Times New Roman" w:hAnsi="Times New Roman" w:cs="Times New Roman"/>
          <w:sz w:val="24"/>
          <w:szCs w:val="24"/>
        </w:rPr>
      </w:pPr>
    </w:p>
    <w:p w:rsidR="002D3816" w:rsidRDefault="002D3816" w:rsidP="00A9484D">
      <w:pPr>
        <w:spacing w:after="0" w:line="240" w:lineRule="auto"/>
        <w:jc w:val="both"/>
        <w:rPr>
          <w:rFonts w:ascii="Times New Roman" w:hAnsi="Times New Roman" w:cs="Times New Roman"/>
          <w:sz w:val="24"/>
          <w:szCs w:val="24"/>
        </w:rPr>
      </w:pPr>
    </w:p>
    <w:p w:rsidR="002D3816" w:rsidRDefault="002D3816" w:rsidP="00A9484D">
      <w:pPr>
        <w:spacing w:after="0" w:line="240" w:lineRule="auto"/>
        <w:jc w:val="both"/>
        <w:rPr>
          <w:rFonts w:ascii="Times New Roman" w:hAnsi="Times New Roman" w:cs="Times New Roman"/>
          <w:sz w:val="24"/>
          <w:szCs w:val="24"/>
        </w:rPr>
      </w:pPr>
    </w:p>
    <w:p w:rsidR="002D3816" w:rsidRDefault="002D3816" w:rsidP="00A9484D">
      <w:pPr>
        <w:spacing w:after="0" w:line="240" w:lineRule="auto"/>
        <w:jc w:val="both"/>
        <w:rPr>
          <w:rFonts w:ascii="Times New Roman" w:hAnsi="Times New Roman" w:cs="Times New Roman"/>
          <w:sz w:val="24"/>
          <w:szCs w:val="24"/>
        </w:rPr>
      </w:pPr>
    </w:p>
    <w:p w:rsidR="002D3816" w:rsidRPr="00CD2722" w:rsidRDefault="002D3816"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2D3816" w:rsidRPr="00CD2722" w:rsidRDefault="002D3816"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2D3816" w:rsidRPr="00CD2722" w:rsidRDefault="002D3816" w:rsidP="00EE10CF">
      <w:pPr>
        <w:spacing w:after="0" w:line="240" w:lineRule="auto"/>
        <w:ind w:left="6372"/>
        <w:jc w:val="right"/>
        <w:rPr>
          <w:rFonts w:ascii="Times New Roman" w:hAnsi="Times New Roman" w:cs="Times New Roman"/>
          <w:b/>
          <w:bCs/>
          <w:sz w:val="24"/>
          <w:szCs w:val="24"/>
        </w:rPr>
      </w:pPr>
    </w:p>
    <w:p w:rsidR="002D3816" w:rsidRPr="00907E6B" w:rsidRDefault="002D3816"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2D3816" w:rsidRPr="00907E6B" w:rsidRDefault="002D3816"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2D3816" w:rsidRPr="00907E6B" w:rsidRDefault="002D381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D3816" w:rsidRPr="00907E6B" w:rsidRDefault="002D381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D3816" w:rsidRPr="00907E6B" w:rsidRDefault="002D381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2D3816" w:rsidRPr="0015777D">
        <w:tc>
          <w:tcPr>
            <w:tcW w:w="5920" w:type="dxa"/>
          </w:tcPr>
          <w:p w:rsidR="002D3816" w:rsidRPr="00907E6B" w:rsidRDefault="002D3816"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c>
          <w:tcPr>
            <w:tcW w:w="5920" w:type="dxa"/>
          </w:tcPr>
          <w:p w:rsidR="002D3816" w:rsidRPr="00907E6B" w:rsidRDefault="002D3816"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c>
          <w:tcPr>
            <w:tcW w:w="5920" w:type="dxa"/>
          </w:tcPr>
          <w:p w:rsidR="002D3816" w:rsidRPr="00907E6B" w:rsidRDefault="002D38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c>
          <w:tcPr>
            <w:tcW w:w="5920" w:type="dxa"/>
          </w:tcPr>
          <w:p w:rsidR="002D3816" w:rsidRPr="00907E6B" w:rsidRDefault="002D38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c>
          <w:tcPr>
            <w:tcW w:w="5920" w:type="dxa"/>
          </w:tcPr>
          <w:p w:rsidR="002D3816" w:rsidRPr="00907E6B" w:rsidRDefault="002D38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c>
          <w:tcPr>
            <w:tcW w:w="5920" w:type="dxa"/>
          </w:tcPr>
          <w:p w:rsidR="002D3816" w:rsidRPr="00907E6B" w:rsidRDefault="002D38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2D3816" w:rsidRPr="00907E6B" w:rsidRDefault="002D3816" w:rsidP="00907E6B">
            <w:pPr>
              <w:spacing w:after="0" w:line="240" w:lineRule="auto"/>
              <w:jc w:val="both"/>
              <w:rPr>
                <w:rFonts w:ascii="Times New Roman" w:hAnsi="Times New Roman" w:cs="Times New Roman"/>
                <w:sz w:val="24"/>
                <w:szCs w:val="24"/>
              </w:rPr>
            </w:pPr>
          </w:p>
        </w:tc>
      </w:tr>
    </w:tbl>
    <w:p w:rsidR="002D3816" w:rsidRPr="00907E6B" w:rsidRDefault="002D3816" w:rsidP="00907E6B">
      <w:pPr>
        <w:pStyle w:val="BodyText3"/>
        <w:ind w:left="450"/>
        <w:jc w:val="both"/>
        <w:rPr>
          <w:b w:val="0"/>
          <w:bCs w:val="0"/>
          <w:i w:val="0"/>
          <w:iCs w:val="0"/>
          <w:sz w:val="24"/>
          <w:szCs w:val="24"/>
        </w:rPr>
      </w:pPr>
    </w:p>
    <w:p w:rsidR="002D3816" w:rsidRPr="00907E6B" w:rsidRDefault="002D381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2D3816" w:rsidRPr="00907E6B" w:rsidRDefault="002D381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2D3816" w:rsidRPr="00907E6B" w:rsidRDefault="002D3816"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2D3816" w:rsidRPr="00907E6B" w:rsidRDefault="002D381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2D3816" w:rsidRPr="00907E6B" w:rsidRDefault="002D3816"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2D3816" w:rsidRPr="00907E6B" w:rsidRDefault="002D3816"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2D3816" w:rsidRPr="00907E6B" w:rsidRDefault="002D3816"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2D3816" w:rsidRDefault="002D3816"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2D3816" w:rsidRPr="00AF3282" w:rsidRDefault="002D3816"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2D3816" w:rsidRPr="00907E6B" w:rsidRDefault="002D381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2D3816" w:rsidRPr="00907E6B" w:rsidRDefault="002D381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2D3816" w:rsidRPr="00907E6B" w:rsidRDefault="002D3816"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2D3816" w:rsidRPr="00907E6B" w:rsidRDefault="002D381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D3816" w:rsidRPr="0015777D">
        <w:trPr>
          <w:cantSplit/>
          <w:trHeight w:val="866"/>
        </w:trPr>
        <w:tc>
          <w:tcPr>
            <w:tcW w:w="709"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D3816" w:rsidRPr="00907E6B" w:rsidRDefault="002D3816" w:rsidP="00907E6B">
            <w:pPr>
              <w:spacing w:after="0" w:line="240" w:lineRule="auto"/>
              <w:jc w:val="center"/>
              <w:rPr>
                <w:rFonts w:ascii="Times New Roman" w:hAnsi="Times New Roman" w:cs="Times New Roman"/>
                <w:sz w:val="24"/>
                <w:szCs w:val="24"/>
              </w:rPr>
            </w:pPr>
          </w:p>
          <w:p w:rsidR="002D3816" w:rsidRPr="00907E6B" w:rsidRDefault="002D3816" w:rsidP="00907E6B">
            <w:pPr>
              <w:spacing w:after="0" w:line="240" w:lineRule="auto"/>
              <w:jc w:val="center"/>
              <w:rPr>
                <w:rFonts w:ascii="Times New Roman" w:hAnsi="Times New Roman" w:cs="Times New Roman"/>
                <w:sz w:val="24"/>
                <w:szCs w:val="24"/>
              </w:rPr>
            </w:pPr>
          </w:p>
        </w:tc>
        <w:tc>
          <w:tcPr>
            <w:tcW w:w="1984"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D3816" w:rsidRPr="0015777D">
        <w:trPr>
          <w:tblHeader/>
        </w:trPr>
        <w:tc>
          <w:tcPr>
            <w:tcW w:w="709"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2D3816" w:rsidRPr="0015777D">
        <w:trPr>
          <w:cantSplit/>
          <w:trHeight w:val="873"/>
        </w:trPr>
        <w:tc>
          <w:tcPr>
            <w:tcW w:w="709"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D3816" w:rsidRPr="00A412EC" w:rsidRDefault="002D3816"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rPr>
          <w:cantSplit/>
        </w:trPr>
        <w:tc>
          <w:tcPr>
            <w:tcW w:w="709"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D3816" w:rsidRPr="00A412EC" w:rsidRDefault="002D3816" w:rsidP="00907E6B">
            <w:pPr>
              <w:pStyle w:val="Date"/>
              <w:autoSpaceDE w:val="0"/>
              <w:autoSpaceDN w:val="0"/>
              <w:adjustRightInd w:val="0"/>
              <w:spacing w:after="0"/>
            </w:pPr>
            <w:r w:rsidRPr="00A412EC">
              <w:t xml:space="preserve">Срок выполнения работ </w:t>
            </w:r>
          </w:p>
        </w:tc>
        <w:tc>
          <w:tcPr>
            <w:tcW w:w="1701"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2D3816" w:rsidRPr="00907E6B" w:rsidRDefault="002D3816" w:rsidP="00907E6B">
            <w:pPr>
              <w:spacing w:after="0" w:line="240" w:lineRule="auto"/>
              <w:jc w:val="both"/>
              <w:rPr>
                <w:rFonts w:ascii="Times New Roman" w:hAnsi="Times New Roman" w:cs="Times New Roman"/>
                <w:sz w:val="24"/>
                <w:szCs w:val="24"/>
              </w:rPr>
            </w:pPr>
          </w:p>
        </w:tc>
      </w:tr>
    </w:tbl>
    <w:p w:rsidR="002D3816" w:rsidRPr="00907E6B" w:rsidRDefault="002D3816"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2D3816" w:rsidRPr="00907E6B" w:rsidRDefault="002D3816"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D3816" w:rsidRPr="0015777D">
        <w:trPr>
          <w:cantSplit/>
          <w:trHeight w:val="866"/>
        </w:trPr>
        <w:tc>
          <w:tcPr>
            <w:tcW w:w="709"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D3816" w:rsidRPr="00907E6B" w:rsidRDefault="002D3816" w:rsidP="00907E6B">
            <w:pPr>
              <w:spacing w:after="0" w:line="240" w:lineRule="auto"/>
              <w:jc w:val="center"/>
              <w:rPr>
                <w:rFonts w:ascii="Times New Roman" w:hAnsi="Times New Roman" w:cs="Times New Roman"/>
                <w:sz w:val="24"/>
                <w:szCs w:val="24"/>
              </w:rPr>
            </w:pPr>
          </w:p>
          <w:p w:rsidR="002D3816" w:rsidRPr="00907E6B" w:rsidRDefault="002D3816" w:rsidP="00907E6B">
            <w:pPr>
              <w:spacing w:after="0" w:line="240" w:lineRule="auto"/>
              <w:jc w:val="center"/>
              <w:rPr>
                <w:rFonts w:ascii="Times New Roman" w:hAnsi="Times New Roman" w:cs="Times New Roman"/>
                <w:sz w:val="24"/>
                <w:szCs w:val="24"/>
              </w:rPr>
            </w:pPr>
          </w:p>
        </w:tc>
        <w:tc>
          <w:tcPr>
            <w:tcW w:w="1984"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D3816" w:rsidRPr="0015777D">
        <w:trPr>
          <w:trHeight w:val="413"/>
          <w:tblHeader/>
        </w:trPr>
        <w:tc>
          <w:tcPr>
            <w:tcW w:w="709" w:type="dxa"/>
            <w:vMerge w:val="restart"/>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D3816" w:rsidRPr="00907E6B" w:rsidRDefault="002D38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D3816" w:rsidRPr="00907E6B" w:rsidRDefault="002D3816" w:rsidP="00907E6B">
            <w:pPr>
              <w:spacing w:after="0" w:line="240" w:lineRule="auto"/>
              <w:jc w:val="center"/>
              <w:rPr>
                <w:rFonts w:ascii="Times New Roman" w:hAnsi="Times New Roman" w:cs="Times New Roman"/>
                <w:sz w:val="24"/>
                <w:szCs w:val="24"/>
              </w:rPr>
            </w:pPr>
          </w:p>
        </w:tc>
      </w:tr>
      <w:tr w:rsidR="002D3816" w:rsidRPr="0015777D">
        <w:trPr>
          <w:trHeight w:val="412"/>
          <w:tblHeader/>
        </w:trPr>
        <w:tc>
          <w:tcPr>
            <w:tcW w:w="709" w:type="dxa"/>
            <w:vMerge/>
          </w:tcPr>
          <w:p w:rsidR="002D3816" w:rsidRPr="00907E6B" w:rsidRDefault="002D3816" w:rsidP="00907E6B">
            <w:pPr>
              <w:spacing w:after="0" w:line="240" w:lineRule="auto"/>
              <w:jc w:val="center"/>
              <w:rPr>
                <w:rFonts w:ascii="Times New Roman" w:hAnsi="Times New Roman" w:cs="Times New Roman"/>
                <w:sz w:val="24"/>
                <w:szCs w:val="24"/>
              </w:rPr>
            </w:pPr>
          </w:p>
        </w:tc>
        <w:tc>
          <w:tcPr>
            <w:tcW w:w="4962" w:type="dxa"/>
          </w:tcPr>
          <w:p w:rsidR="002D3816" w:rsidRPr="00907E6B" w:rsidRDefault="002D38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2D3816" w:rsidRPr="00907E6B" w:rsidRDefault="002D3816" w:rsidP="00907E6B">
            <w:pPr>
              <w:spacing w:after="0" w:line="240" w:lineRule="auto"/>
              <w:jc w:val="center"/>
              <w:rPr>
                <w:rFonts w:ascii="Times New Roman" w:hAnsi="Times New Roman" w:cs="Times New Roman"/>
                <w:sz w:val="24"/>
                <w:szCs w:val="24"/>
              </w:rPr>
            </w:pPr>
          </w:p>
        </w:tc>
        <w:tc>
          <w:tcPr>
            <w:tcW w:w="1984" w:type="dxa"/>
          </w:tcPr>
          <w:p w:rsidR="002D3816" w:rsidRPr="00907E6B" w:rsidRDefault="002D3816" w:rsidP="00907E6B">
            <w:pPr>
              <w:spacing w:after="0" w:line="240" w:lineRule="auto"/>
              <w:jc w:val="center"/>
              <w:rPr>
                <w:rFonts w:ascii="Times New Roman" w:hAnsi="Times New Roman" w:cs="Times New Roman"/>
                <w:sz w:val="24"/>
                <w:szCs w:val="24"/>
              </w:rPr>
            </w:pPr>
          </w:p>
        </w:tc>
      </w:tr>
      <w:tr w:rsidR="002D3816" w:rsidRPr="0015777D">
        <w:trPr>
          <w:trHeight w:val="420"/>
          <w:tblHeader/>
        </w:trPr>
        <w:tc>
          <w:tcPr>
            <w:tcW w:w="709" w:type="dxa"/>
            <w:vMerge/>
          </w:tcPr>
          <w:p w:rsidR="002D3816" w:rsidRPr="00907E6B" w:rsidRDefault="002D3816" w:rsidP="00907E6B">
            <w:pPr>
              <w:spacing w:after="0" w:line="240" w:lineRule="auto"/>
              <w:jc w:val="center"/>
              <w:rPr>
                <w:rFonts w:ascii="Times New Roman" w:hAnsi="Times New Roman" w:cs="Times New Roman"/>
                <w:sz w:val="24"/>
                <w:szCs w:val="24"/>
              </w:rPr>
            </w:pPr>
          </w:p>
        </w:tc>
        <w:tc>
          <w:tcPr>
            <w:tcW w:w="4962" w:type="dxa"/>
          </w:tcPr>
          <w:p w:rsidR="002D3816" w:rsidRPr="00907E6B" w:rsidRDefault="002D381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2D3816" w:rsidRPr="00907E6B" w:rsidRDefault="002D3816" w:rsidP="00907E6B">
            <w:pPr>
              <w:spacing w:after="0" w:line="240" w:lineRule="auto"/>
              <w:jc w:val="center"/>
              <w:rPr>
                <w:rFonts w:ascii="Times New Roman" w:hAnsi="Times New Roman" w:cs="Times New Roman"/>
                <w:sz w:val="24"/>
                <w:szCs w:val="24"/>
              </w:rPr>
            </w:pPr>
          </w:p>
        </w:tc>
        <w:tc>
          <w:tcPr>
            <w:tcW w:w="1984" w:type="dxa"/>
          </w:tcPr>
          <w:p w:rsidR="002D3816" w:rsidRPr="00907E6B" w:rsidRDefault="002D3816" w:rsidP="00907E6B">
            <w:pPr>
              <w:spacing w:after="0" w:line="240" w:lineRule="auto"/>
              <w:jc w:val="center"/>
              <w:rPr>
                <w:rFonts w:ascii="Times New Roman" w:hAnsi="Times New Roman" w:cs="Times New Roman"/>
                <w:sz w:val="24"/>
                <w:szCs w:val="24"/>
              </w:rPr>
            </w:pPr>
          </w:p>
        </w:tc>
      </w:tr>
      <w:tr w:rsidR="002D3816" w:rsidRPr="0015777D">
        <w:trPr>
          <w:cantSplit/>
          <w:trHeight w:val="409"/>
        </w:trPr>
        <w:tc>
          <w:tcPr>
            <w:tcW w:w="709" w:type="dxa"/>
            <w:vMerge w:val="restart"/>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D3816" w:rsidRPr="007018CA" w:rsidRDefault="002D3816"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2D3816" w:rsidRPr="00907E6B" w:rsidRDefault="002D3816" w:rsidP="00907E6B">
            <w:pPr>
              <w:spacing w:after="0" w:line="240" w:lineRule="auto"/>
              <w:jc w:val="center"/>
              <w:rPr>
                <w:rFonts w:ascii="Times New Roman" w:hAnsi="Times New Roman" w:cs="Times New Roman"/>
                <w:sz w:val="24"/>
                <w:szCs w:val="24"/>
              </w:rPr>
            </w:pPr>
          </w:p>
          <w:p w:rsidR="002D3816" w:rsidRPr="00907E6B" w:rsidRDefault="002D3816" w:rsidP="00907E6B">
            <w:pPr>
              <w:spacing w:after="0" w:line="240" w:lineRule="auto"/>
              <w:jc w:val="center"/>
              <w:rPr>
                <w:rFonts w:ascii="Times New Roman" w:hAnsi="Times New Roman" w:cs="Times New Roman"/>
                <w:sz w:val="24"/>
                <w:szCs w:val="24"/>
              </w:rPr>
            </w:pPr>
          </w:p>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rPr>
          <w:cantSplit/>
          <w:trHeight w:val="256"/>
        </w:trPr>
        <w:tc>
          <w:tcPr>
            <w:tcW w:w="709" w:type="dxa"/>
            <w:vMerge/>
          </w:tcPr>
          <w:p w:rsidR="002D3816" w:rsidRPr="00907E6B" w:rsidRDefault="002D3816" w:rsidP="00907E6B">
            <w:pPr>
              <w:spacing w:after="0" w:line="240" w:lineRule="auto"/>
              <w:jc w:val="center"/>
              <w:rPr>
                <w:rFonts w:ascii="Times New Roman" w:hAnsi="Times New Roman" w:cs="Times New Roman"/>
                <w:sz w:val="24"/>
                <w:szCs w:val="24"/>
              </w:rPr>
            </w:pPr>
          </w:p>
        </w:tc>
        <w:tc>
          <w:tcPr>
            <w:tcW w:w="4962" w:type="dxa"/>
          </w:tcPr>
          <w:p w:rsidR="002D3816" w:rsidRPr="00907E6B" w:rsidRDefault="002D3816"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2D3816" w:rsidRPr="00907E6B" w:rsidRDefault="002D3816" w:rsidP="00907E6B">
            <w:pPr>
              <w:spacing w:after="0" w:line="240" w:lineRule="auto"/>
              <w:jc w:val="center"/>
              <w:rPr>
                <w:rFonts w:ascii="Times New Roman" w:hAnsi="Times New Roman" w:cs="Times New Roman"/>
                <w:sz w:val="24"/>
                <w:szCs w:val="24"/>
              </w:rPr>
            </w:pPr>
          </w:p>
        </w:tc>
        <w:tc>
          <w:tcPr>
            <w:tcW w:w="1984" w:type="dxa"/>
            <w:vMerge w:val="restart"/>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rPr>
          <w:cantSplit/>
          <w:trHeight w:val="256"/>
        </w:trPr>
        <w:tc>
          <w:tcPr>
            <w:tcW w:w="709" w:type="dxa"/>
            <w:vMerge/>
          </w:tcPr>
          <w:p w:rsidR="002D3816" w:rsidRPr="00907E6B" w:rsidRDefault="002D3816" w:rsidP="00907E6B">
            <w:pPr>
              <w:spacing w:after="0" w:line="240" w:lineRule="auto"/>
              <w:jc w:val="center"/>
              <w:rPr>
                <w:rFonts w:ascii="Times New Roman" w:hAnsi="Times New Roman" w:cs="Times New Roman"/>
                <w:sz w:val="24"/>
                <w:szCs w:val="24"/>
              </w:rPr>
            </w:pPr>
          </w:p>
        </w:tc>
        <w:tc>
          <w:tcPr>
            <w:tcW w:w="4962" w:type="dxa"/>
          </w:tcPr>
          <w:p w:rsidR="002D3816" w:rsidRPr="00907E6B" w:rsidDel="007018CA" w:rsidRDefault="002D3816"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2D3816" w:rsidRPr="00907E6B" w:rsidRDefault="002D3816" w:rsidP="00907E6B">
            <w:pPr>
              <w:spacing w:after="0" w:line="240" w:lineRule="auto"/>
              <w:jc w:val="center"/>
              <w:rPr>
                <w:rFonts w:ascii="Times New Roman" w:hAnsi="Times New Roman" w:cs="Times New Roman"/>
                <w:sz w:val="24"/>
                <w:szCs w:val="24"/>
              </w:rPr>
            </w:pPr>
          </w:p>
        </w:tc>
        <w:tc>
          <w:tcPr>
            <w:tcW w:w="1984" w:type="dxa"/>
            <w:vMerge/>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rPr>
          <w:cantSplit/>
        </w:trPr>
        <w:tc>
          <w:tcPr>
            <w:tcW w:w="709"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2D3816" w:rsidRPr="00D41469" w:rsidRDefault="002D3816"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D3816" w:rsidRPr="00907E6B" w:rsidRDefault="002D3816" w:rsidP="00907E6B">
            <w:pPr>
              <w:spacing w:after="0" w:line="240" w:lineRule="auto"/>
              <w:jc w:val="both"/>
              <w:rPr>
                <w:rFonts w:ascii="Times New Roman" w:hAnsi="Times New Roman" w:cs="Times New Roman"/>
                <w:sz w:val="24"/>
                <w:szCs w:val="24"/>
              </w:rPr>
            </w:pPr>
          </w:p>
        </w:tc>
      </w:tr>
      <w:tr w:rsidR="002D3816" w:rsidRPr="0015777D">
        <w:trPr>
          <w:cantSplit/>
        </w:trPr>
        <w:tc>
          <w:tcPr>
            <w:tcW w:w="709"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2D3816" w:rsidRPr="00907E6B" w:rsidRDefault="002D3816"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D3816" w:rsidRPr="00907E6B" w:rsidRDefault="002D3816" w:rsidP="00907E6B">
            <w:pPr>
              <w:spacing w:after="0" w:line="240" w:lineRule="auto"/>
              <w:jc w:val="both"/>
              <w:rPr>
                <w:rFonts w:ascii="Times New Roman" w:hAnsi="Times New Roman" w:cs="Times New Roman"/>
                <w:sz w:val="24"/>
                <w:szCs w:val="24"/>
              </w:rPr>
            </w:pPr>
          </w:p>
        </w:tc>
      </w:tr>
    </w:tbl>
    <w:p w:rsidR="002D3816" w:rsidRPr="00483109" w:rsidRDefault="002D3816"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2D3816" w:rsidRDefault="002D381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2D3816" w:rsidRDefault="002D381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2D3816" w:rsidRPr="00907E6B" w:rsidRDefault="002D381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2D3816" w:rsidRDefault="002D3816"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2D3816" w:rsidRPr="00907E6B" w:rsidRDefault="002D381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2D3816" w:rsidRPr="00907E6B" w:rsidRDefault="002D3816"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2D3816" w:rsidRPr="00907E6B" w:rsidRDefault="002D381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D3816" w:rsidRPr="00907E6B" w:rsidRDefault="002D381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D3816" w:rsidRPr="00907E6B" w:rsidRDefault="002D3816"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2D3816" w:rsidRPr="00907E6B" w:rsidRDefault="002D3816" w:rsidP="00907E6B">
      <w:pPr>
        <w:spacing w:after="0" w:line="240" w:lineRule="auto"/>
        <w:jc w:val="center"/>
        <w:rPr>
          <w:rFonts w:ascii="Times New Roman" w:hAnsi="Times New Roman" w:cs="Times New Roman"/>
          <w:sz w:val="24"/>
          <w:szCs w:val="24"/>
        </w:rPr>
      </w:pPr>
    </w:p>
    <w:p w:rsidR="002D3816" w:rsidRPr="00907E6B" w:rsidRDefault="002D381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2D3816" w:rsidRDefault="002D3816" w:rsidP="00907E6B">
      <w:pPr>
        <w:spacing w:after="0" w:line="240" w:lineRule="auto"/>
        <w:jc w:val="both"/>
        <w:rPr>
          <w:rFonts w:ascii="Times New Roman" w:hAnsi="Times New Roman" w:cs="Times New Roman"/>
          <w:sz w:val="24"/>
          <w:szCs w:val="24"/>
        </w:rPr>
      </w:pPr>
    </w:p>
    <w:p w:rsidR="002D3816" w:rsidRDefault="002D3816" w:rsidP="00907E6B">
      <w:pPr>
        <w:spacing w:after="0" w:line="240" w:lineRule="auto"/>
        <w:jc w:val="both"/>
        <w:rPr>
          <w:rFonts w:ascii="Times New Roman" w:hAnsi="Times New Roman" w:cs="Times New Roman"/>
          <w:sz w:val="24"/>
          <w:szCs w:val="24"/>
        </w:rPr>
      </w:pPr>
    </w:p>
    <w:p w:rsidR="002D3816" w:rsidRDefault="002D3816" w:rsidP="00907E6B">
      <w:pPr>
        <w:spacing w:after="0" w:line="240" w:lineRule="auto"/>
        <w:jc w:val="both"/>
        <w:rPr>
          <w:rFonts w:ascii="Times New Roman" w:hAnsi="Times New Roman" w:cs="Times New Roman"/>
          <w:sz w:val="24"/>
          <w:szCs w:val="24"/>
        </w:rPr>
      </w:pPr>
    </w:p>
    <w:p w:rsidR="002D3816" w:rsidRDefault="002D3816" w:rsidP="00907E6B">
      <w:pPr>
        <w:spacing w:after="0" w:line="240" w:lineRule="auto"/>
        <w:jc w:val="both"/>
        <w:rPr>
          <w:rFonts w:ascii="Times New Roman" w:hAnsi="Times New Roman" w:cs="Times New Roman"/>
          <w:sz w:val="24"/>
          <w:szCs w:val="24"/>
        </w:rPr>
      </w:pPr>
    </w:p>
    <w:p w:rsidR="002D3816" w:rsidRDefault="002D3816" w:rsidP="00907E6B">
      <w:pPr>
        <w:spacing w:after="0" w:line="240" w:lineRule="auto"/>
        <w:jc w:val="both"/>
        <w:rPr>
          <w:rFonts w:ascii="Times New Roman" w:hAnsi="Times New Roman" w:cs="Times New Roman"/>
          <w:sz w:val="24"/>
          <w:szCs w:val="24"/>
        </w:rPr>
      </w:pPr>
    </w:p>
    <w:p w:rsidR="002D3816" w:rsidRDefault="002D3816" w:rsidP="00907E6B">
      <w:pPr>
        <w:spacing w:after="0" w:line="240" w:lineRule="auto"/>
        <w:jc w:val="both"/>
        <w:rPr>
          <w:rFonts w:ascii="Times New Roman" w:hAnsi="Times New Roman" w:cs="Times New Roman"/>
          <w:sz w:val="24"/>
          <w:szCs w:val="24"/>
        </w:rPr>
      </w:pPr>
    </w:p>
    <w:p w:rsidR="002D3816" w:rsidRDefault="002D3816" w:rsidP="00907E6B">
      <w:pPr>
        <w:spacing w:after="0" w:line="240" w:lineRule="auto"/>
        <w:jc w:val="both"/>
        <w:rPr>
          <w:rFonts w:ascii="Times New Roman" w:hAnsi="Times New Roman" w:cs="Times New Roman"/>
          <w:sz w:val="24"/>
          <w:szCs w:val="24"/>
        </w:rPr>
      </w:pPr>
    </w:p>
    <w:p w:rsidR="002D3816" w:rsidRDefault="002D3816" w:rsidP="00907E6B">
      <w:pPr>
        <w:spacing w:after="0" w:line="240" w:lineRule="auto"/>
        <w:jc w:val="both"/>
        <w:rPr>
          <w:rFonts w:ascii="Times New Roman" w:hAnsi="Times New Roman" w:cs="Times New Roman"/>
          <w:sz w:val="24"/>
          <w:szCs w:val="24"/>
        </w:rPr>
      </w:pPr>
    </w:p>
    <w:p w:rsidR="002D3816" w:rsidRDefault="002D3816" w:rsidP="00907E6B">
      <w:pPr>
        <w:spacing w:after="0" w:line="240" w:lineRule="auto"/>
        <w:jc w:val="both"/>
        <w:rPr>
          <w:rFonts w:ascii="Times New Roman" w:hAnsi="Times New Roman" w:cs="Times New Roman"/>
          <w:sz w:val="24"/>
          <w:szCs w:val="24"/>
        </w:rPr>
      </w:pPr>
    </w:p>
    <w:p w:rsidR="002D3816" w:rsidRDefault="002D3816" w:rsidP="00907E6B">
      <w:pPr>
        <w:spacing w:after="0" w:line="240" w:lineRule="auto"/>
        <w:jc w:val="both"/>
        <w:rPr>
          <w:rFonts w:ascii="Times New Roman" w:hAnsi="Times New Roman" w:cs="Times New Roman"/>
          <w:sz w:val="24"/>
          <w:szCs w:val="24"/>
        </w:rPr>
      </w:pPr>
    </w:p>
    <w:p w:rsidR="002D3816" w:rsidRPr="00F650A6" w:rsidRDefault="002D3816"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2D3816" w:rsidRPr="00F650A6" w:rsidRDefault="002D3816"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2D3816" w:rsidRPr="00F650A6" w:rsidRDefault="002D3816"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D3816" w:rsidRPr="00F650A6" w:rsidRDefault="002D3816" w:rsidP="00F650A6">
      <w:pPr>
        <w:spacing w:after="0" w:line="240" w:lineRule="auto"/>
        <w:ind w:firstLine="540"/>
        <w:jc w:val="right"/>
        <w:rPr>
          <w:rFonts w:ascii="Times New Roman" w:hAnsi="Times New Roman" w:cs="Times New Roman"/>
          <w:b/>
          <w:bCs/>
          <w:sz w:val="24"/>
          <w:szCs w:val="24"/>
        </w:rPr>
      </w:pPr>
    </w:p>
    <w:p w:rsidR="002D3816" w:rsidRPr="00F650A6" w:rsidRDefault="002D381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2D3816" w:rsidRPr="00F650A6" w:rsidRDefault="002D381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2D3816" w:rsidRPr="00F650A6" w:rsidRDefault="002D381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2D3816" w:rsidRPr="00F650A6" w:rsidRDefault="002D3816"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D3816" w:rsidRPr="00F650A6" w:rsidRDefault="002D381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2D3816" w:rsidRPr="00F650A6" w:rsidRDefault="002D381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D3816" w:rsidRPr="00F650A6" w:rsidRDefault="002D381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D3816" w:rsidRPr="00F650A6" w:rsidRDefault="002D381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2D3816" w:rsidRPr="00F650A6" w:rsidRDefault="002D381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2D3816" w:rsidRPr="00F650A6" w:rsidRDefault="002D3816"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2D3816" w:rsidRPr="0015777D">
        <w:trPr>
          <w:jc w:val="center"/>
        </w:trPr>
        <w:tc>
          <w:tcPr>
            <w:tcW w:w="5193" w:type="dxa"/>
          </w:tcPr>
          <w:p w:rsidR="002D3816" w:rsidRPr="00F650A6" w:rsidRDefault="002D381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2D3816" w:rsidRPr="00F650A6" w:rsidRDefault="002D381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2D3816" w:rsidRPr="0015777D">
        <w:trPr>
          <w:jc w:val="center"/>
        </w:trPr>
        <w:tc>
          <w:tcPr>
            <w:tcW w:w="5193" w:type="dxa"/>
          </w:tcPr>
          <w:p w:rsidR="002D3816" w:rsidRPr="00F650A6" w:rsidRDefault="002D3816" w:rsidP="00F650A6">
            <w:pPr>
              <w:spacing w:after="0" w:line="240" w:lineRule="auto"/>
              <w:jc w:val="both"/>
              <w:rPr>
                <w:rFonts w:ascii="Times New Roman" w:hAnsi="Times New Roman" w:cs="Times New Roman"/>
                <w:sz w:val="24"/>
                <w:szCs w:val="24"/>
              </w:rPr>
            </w:pPr>
          </w:p>
        </w:tc>
        <w:tc>
          <w:tcPr>
            <w:tcW w:w="2924" w:type="dxa"/>
          </w:tcPr>
          <w:p w:rsidR="002D3816" w:rsidRPr="00F650A6" w:rsidRDefault="002D3816" w:rsidP="00F650A6">
            <w:pPr>
              <w:spacing w:after="0" w:line="240" w:lineRule="auto"/>
              <w:jc w:val="both"/>
              <w:rPr>
                <w:rFonts w:ascii="Times New Roman" w:hAnsi="Times New Roman" w:cs="Times New Roman"/>
                <w:sz w:val="24"/>
                <w:szCs w:val="24"/>
              </w:rPr>
            </w:pPr>
          </w:p>
        </w:tc>
      </w:tr>
      <w:tr w:rsidR="002D3816" w:rsidRPr="0015777D">
        <w:trPr>
          <w:jc w:val="center"/>
        </w:trPr>
        <w:tc>
          <w:tcPr>
            <w:tcW w:w="5193" w:type="dxa"/>
          </w:tcPr>
          <w:p w:rsidR="002D3816" w:rsidRPr="00F650A6" w:rsidRDefault="002D3816" w:rsidP="00F650A6">
            <w:pPr>
              <w:spacing w:after="0" w:line="240" w:lineRule="auto"/>
              <w:jc w:val="both"/>
              <w:rPr>
                <w:rFonts w:ascii="Times New Roman" w:hAnsi="Times New Roman" w:cs="Times New Roman"/>
                <w:sz w:val="24"/>
                <w:szCs w:val="24"/>
              </w:rPr>
            </w:pPr>
          </w:p>
        </w:tc>
        <w:tc>
          <w:tcPr>
            <w:tcW w:w="2924" w:type="dxa"/>
          </w:tcPr>
          <w:p w:rsidR="002D3816" w:rsidRPr="00F650A6" w:rsidRDefault="002D3816" w:rsidP="00F650A6">
            <w:pPr>
              <w:spacing w:after="0" w:line="240" w:lineRule="auto"/>
              <w:jc w:val="both"/>
              <w:rPr>
                <w:rFonts w:ascii="Times New Roman" w:hAnsi="Times New Roman" w:cs="Times New Roman"/>
                <w:sz w:val="24"/>
                <w:szCs w:val="24"/>
              </w:rPr>
            </w:pPr>
          </w:p>
        </w:tc>
      </w:tr>
    </w:tbl>
    <w:p w:rsidR="002D3816" w:rsidRPr="00F650A6" w:rsidRDefault="002D3816" w:rsidP="00F650A6">
      <w:pPr>
        <w:spacing w:after="0" w:line="240" w:lineRule="auto"/>
        <w:jc w:val="both"/>
        <w:rPr>
          <w:rFonts w:ascii="Times New Roman" w:hAnsi="Times New Roman" w:cs="Times New Roman"/>
          <w:sz w:val="24"/>
          <w:szCs w:val="24"/>
        </w:rPr>
      </w:pPr>
    </w:p>
    <w:p w:rsidR="002D3816" w:rsidRPr="00F650A6" w:rsidRDefault="002D381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p>
    <w:p w:rsidR="002D3816" w:rsidRPr="003B364D" w:rsidRDefault="002D3816"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2D3816" w:rsidRPr="003B364D" w:rsidRDefault="002D3816"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2D3816" w:rsidRPr="003B364D" w:rsidRDefault="002D3816"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D3816" w:rsidRPr="003B364D" w:rsidRDefault="002D3816" w:rsidP="00F650A6">
      <w:pPr>
        <w:pStyle w:val="ConsPlusNormal"/>
        <w:ind w:left="540" w:firstLine="0"/>
        <w:jc w:val="right"/>
        <w:rPr>
          <w:rFonts w:ascii="Times New Roman" w:hAnsi="Times New Roman" w:cs="Times New Roman"/>
          <w:b/>
          <w:bCs/>
          <w:sz w:val="24"/>
          <w:szCs w:val="24"/>
        </w:rPr>
      </w:pPr>
    </w:p>
    <w:p w:rsidR="002D3816" w:rsidRPr="003B364D" w:rsidRDefault="002D3816"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2D3816" w:rsidRPr="00F650A6" w:rsidRDefault="002D381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2D3816" w:rsidRPr="00F650A6" w:rsidRDefault="002D381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2D3816" w:rsidRPr="00F650A6" w:rsidRDefault="002D3816" w:rsidP="00F650A6">
      <w:pPr>
        <w:pStyle w:val="ConsPlusNormal"/>
        <w:ind w:firstLine="708"/>
        <w:rPr>
          <w:rFonts w:ascii="Times New Roman" w:hAnsi="Times New Roman" w:cs="Times New Roman"/>
          <w:sz w:val="24"/>
          <w:szCs w:val="24"/>
        </w:rPr>
      </w:pPr>
    </w:p>
    <w:p w:rsidR="002D3816" w:rsidRPr="00F650A6" w:rsidRDefault="002D3816"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2D3816" w:rsidRPr="00F650A6" w:rsidRDefault="002D3816"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D3816" w:rsidRPr="00F650A6" w:rsidRDefault="002D381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2D3816" w:rsidRPr="00F650A6" w:rsidRDefault="002D3816"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2D3816" w:rsidRPr="00F650A6" w:rsidRDefault="002D381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2D3816" w:rsidRPr="00F650A6" w:rsidRDefault="002D381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2D3816" w:rsidRPr="00F650A6" w:rsidRDefault="002D381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2D3816" w:rsidRPr="00F650A6" w:rsidRDefault="002D381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2D3816" w:rsidRPr="00F650A6" w:rsidRDefault="002D381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2D3816" w:rsidRPr="00F650A6" w:rsidRDefault="002D381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2D3816" w:rsidRPr="00F650A6" w:rsidRDefault="002D3816" w:rsidP="00F650A6">
      <w:pPr>
        <w:pStyle w:val="ConsPlusNormal"/>
        <w:ind w:firstLine="708"/>
        <w:jc w:val="both"/>
        <w:rPr>
          <w:rFonts w:ascii="Times New Roman" w:hAnsi="Times New Roman" w:cs="Times New Roman"/>
          <w:sz w:val="24"/>
          <w:szCs w:val="24"/>
        </w:rPr>
      </w:pPr>
    </w:p>
    <w:p w:rsidR="002D3816" w:rsidRPr="00F650A6" w:rsidRDefault="002D381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2D3816" w:rsidRPr="00F650A6" w:rsidRDefault="002D3816"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2D3816" w:rsidRPr="00F650A6" w:rsidRDefault="002D3816" w:rsidP="00F650A6">
      <w:pPr>
        <w:spacing w:after="0" w:line="240" w:lineRule="auto"/>
        <w:jc w:val="center"/>
        <w:rPr>
          <w:rFonts w:ascii="Times New Roman" w:hAnsi="Times New Roman" w:cs="Times New Roman"/>
          <w:sz w:val="24"/>
          <w:szCs w:val="24"/>
        </w:rPr>
      </w:pPr>
    </w:p>
    <w:p w:rsidR="002D3816" w:rsidRPr="00F650A6" w:rsidRDefault="002D381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D3816" w:rsidRPr="00F650A6" w:rsidRDefault="002D3816" w:rsidP="00F650A6">
      <w:pPr>
        <w:pStyle w:val="ConsPlusNormal"/>
        <w:ind w:firstLine="708"/>
        <w:jc w:val="center"/>
        <w:rPr>
          <w:rFonts w:ascii="Times New Roman" w:hAnsi="Times New Roman" w:cs="Times New Roman"/>
          <w:sz w:val="24"/>
          <w:szCs w:val="24"/>
        </w:rPr>
      </w:pPr>
    </w:p>
    <w:p w:rsidR="002D3816" w:rsidRDefault="002D3816"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2D3816" w:rsidRPr="003B364D" w:rsidRDefault="002D3816"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2D3816" w:rsidRPr="003B364D" w:rsidRDefault="002D3816"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2D3816" w:rsidRPr="003B364D" w:rsidRDefault="002D3816"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D3816" w:rsidRPr="003B364D" w:rsidRDefault="002D3816" w:rsidP="003B364D">
      <w:pPr>
        <w:spacing w:after="0" w:line="240" w:lineRule="auto"/>
        <w:jc w:val="right"/>
        <w:rPr>
          <w:rFonts w:ascii="Times New Roman" w:hAnsi="Times New Roman" w:cs="Times New Roman"/>
          <w:b/>
          <w:bCs/>
          <w:sz w:val="24"/>
          <w:szCs w:val="24"/>
        </w:rPr>
      </w:pPr>
    </w:p>
    <w:p w:rsidR="002D3816" w:rsidRPr="003B364D" w:rsidRDefault="002D3816"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2D3816" w:rsidRPr="003B364D" w:rsidRDefault="002D3816"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2D3816" w:rsidRPr="0015777D">
        <w:tc>
          <w:tcPr>
            <w:tcW w:w="451"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054" w:type="dxa"/>
          </w:tcPr>
          <w:p w:rsidR="002D3816" w:rsidRPr="003B364D" w:rsidRDefault="002D38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2D3816" w:rsidRPr="003B364D" w:rsidRDefault="002D38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2D3816" w:rsidRPr="003B364D" w:rsidRDefault="002D38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2D3816" w:rsidRPr="003B364D" w:rsidRDefault="002D38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2D3816" w:rsidRPr="003B364D" w:rsidRDefault="002D38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2D3816" w:rsidRPr="003B364D" w:rsidRDefault="002D38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2D3816" w:rsidRPr="0015777D">
        <w:tc>
          <w:tcPr>
            <w:tcW w:w="451" w:type="dxa"/>
          </w:tcPr>
          <w:p w:rsidR="002D3816" w:rsidRPr="003B364D" w:rsidRDefault="002D38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533"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205"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658"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548"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672" w:type="dxa"/>
          </w:tcPr>
          <w:p w:rsidR="002D3816" w:rsidRPr="003B364D" w:rsidRDefault="002D3816" w:rsidP="003B364D">
            <w:pPr>
              <w:pStyle w:val="ConsPlusNormal"/>
              <w:ind w:firstLine="0"/>
              <w:jc w:val="center"/>
              <w:rPr>
                <w:rFonts w:ascii="Times New Roman" w:hAnsi="Times New Roman" w:cs="Times New Roman"/>
                <w:sz w:val="24"/>
                <w:szCs w:val="24"/>
              </w:rPr>
            </w:pPr>
          </w:p>
        </w:tc>
      </w:tr>
      <w:tr w:rsidR="002D3816" w:rsidRPr="0015777D">
        <w:tc>
          <w:tcPr>
            <w:tcW w:w="451" w:type="dxa"/>
          </w:tcPr>
          <w:p w:rsidR="002D3816" w:rsidRPr="003B364D" w:rsidRDefault="002D38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533"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205"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658"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548"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672" w:type="dxa"/>
          </w:tcPr>
          <w:p w:rsidR="002D3816" w:rsidRPr="003B364D" w:rsidRDefault="002D3816" w:rsidP="003B364D">
            <w:pPr>
              <w:pStyle w:val="ConsPlusNormal"/>
              <w:ind w:firstLine="0"/>
              <w:jc w:val="center"/>
              <w:rPr>
                <w:rFonts w:ascii="Times New Roman" w:hAnsi="Times New Roman" w:cs="Times New Roman"/>
                <w:sz w:val="24"/>
                <w:szCs w:val="24"/>
              </w:rPr>
            </w:pPr>
          </w:p>
        </w:tc>
      </w:tr>
      <w:tr w:rsidR="002D3816" w:rsidRPr="0015777D">
        <w:tc>
          <w:tcPr>
            <w:tcW w:w="451" w:type="dxa"/>
          </w:tcPr>
          <w:p w:rsidR="002D3816" w:rsidRPr="003B364D" w:rsidRDefault="002D381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533"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205"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658"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548" w:type="dxa"/>
          </w:tcPr>
          <w:p w:rsidR="002D3816" w:rsidRPr="003B364D" w:rsidRDefault="002D3816" w:rsidP="003B364D">
            <w:pPr>
              <w:pStyle w:val="ConsPlusNormal"/>
              <w:ind w:firstLine="0"/>
              <w:jc w:val="center"/>
              <w:rPr>
                <w:rFonts w:ascii="Times New Roman" w:hAnsi="Times New Roman" w:cs="Times New Roman"/>
                <w:sz w:val="24"/>
                <w:szCs w:val="24"/>
              </w:rPr>
            </w:pPr>
          </w:p>
        </w:tc>
        <w:tc>
          <w:tcPr>
            <w:tcW w:w="1672" w:type="dxa"/>
          </w:tcPr>
          <w:p w:rsidR="002D3816" w:rsidRPr="003B364D" w:rsidRDefault="002D3816" w:rsidP="003B364D">
            <w:pPr>
              <w:pStyle w:val="ConsPlusNormal"/>
              <w:ind w:firstLine="0"/>
              <w:jc w:val="center"/>
              <w:rPr>
                <w:rFonts w:ascii="Times New Roman" w:hAnsi="Times New Roman" w:cs="Times New Roman"/>
                <w:sz w:val="24"/>
                <w:szCs w:val="24"/>
              </w:rPr>
            </w:pPr>
          </w:p>
        </w:tc>
      </w:tr>
    </w:tbl>
    <w:p w:rsidR="002D3816" w:rsidRPr="003B364D" w:rsidRDefault="002D381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2D3816" w:rsidRPr="003B364D" w:rsidRDefault="002D381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2D3816" w:rsidRPr="003B364D" w:rsidRDefault="002D381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2D3816" w:rsidRPr="003B364D" w:rsidRDefault="002D3816"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2D3816" w:rsidRPr="003B364D" w:rsidRDefault="002D3816" w:rsidP="003B364D">
      <w:pPr>
        <w:spacing w:after="0" w:line="240" w:lineRule="auto"/>
        <w:ind w:firstLine="708"/>
        <w:rPr>
          <w:rFonts w:ascii="Times New Roman" w:hAnsi="Times New Roman" w:cs="Times New Roman"/>
          <w:sz w:val="24"/>
          <w:szCs w:val="24"/>
        </w:rPr>
      </w:pPr>
    </w:p>
    <w:p w:rsidR="002D3816" w:rsidRPr="003B364D" w:rsidRDefault="002D3816"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2D3816" w:rsidRPr="003B364D" w:rsidRDefault="002D3816" w:rsidP="003B364D">
      <w:pPr>
        <w:spacing w:after="0" w:line="240" w:lineRule="auto"/>
        <w:rPr>
          <w:rFonts w:ascii="Times New Roman" w:hAnsi="Times New Roman" w:cs="Times New Roman"/>
          <w:sz w:val="24"/>
          <w:szCs w:val="24"/>
        </w:rPr>
      </w:pPr>
    </w:p>
    <w:p w:rsidR="002D3816" w:rsidRPr="003B364D" w:rsidRDefault="002D381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2D3816" w:rsidRPr="003B364D" w:rsidRDefault="002D3816" w:rsidP="003B364D">
      <w:pPr>
        <w:spacing w:after="0" w:line="240" w:lineRule="auto"/>
        <w:jc w:val="both"/>
        <w:rPr>
          <w:rFonts w:ascii="Times New Roman" w:hAnsi="Times New Roman" w:cs="Times New Roman"/>
          <w:sz w:val="24"/>
          <w:szCs w:val="24"/>
        </w:rPr>
      </w:pPr>
    </w:p>
    <w:p w:rsidR="002D3816" w:rsidRPr="003B364D" w:rsidRDefault="002D381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2D3816" w:rsidRPr="003B364D" w:rsidRDefault="002D381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2D3816" w:rsidRPr="003B364D" w:rsidRDefault="002D381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2D3816" w:rsidRPr="003B364D" w:rsidRDefault="002D3816" w:rsidP="003B364D">
      <w:pPr>
        <w:pStyle w:val="ConsPlusNormal"/>
        <w:ind w:left="450" w:firstLine="0"/>
        <w:rPr>
          <w:rFonts w:ascii="Times New Roman" w:hAnsi="Times New Roman" w:cs="Times New Roman"/>
          <w:sz w:val="24"/>
          <w:szCs w:val="24"/>
        </w:rPr>
      </w:pPr>
    </w:p>
    <w:p w:rsidR="002D3816" w:rsidRPr="003B364D" w:rsidRDefault="002D3816"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2D3816" w:rsidRPr="003B364D" w:rsidRDefault="002D3816" w:rsidP="003B364D">
      <w:pPr>
        <w:pStyle w:val="ConsPlusNormal"/>
        <w:ind w:left="450" w:firstLine="0"/>
        <w:rPr>
          <w:rFonts w:ascii="Times New Roman" w:hAnsi="Times New Roman" w:cs="Times New Roman"/>
          <w:sz w:val="24"/>
          <w:szCs w:val="24"/>
        </w:rPr>
      </w:pPr>
    </w:p>
    <w:p w:rsidR="002D3816" w:rsidRDefault="002D381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2D3816" w:rsidRDefault="002D3816" w:rsidP="00F650A6">
      <w:pPr>
        <w:spacing w:after="0" w:line="240" w:lineRule="auto"/>
        <w:jc w:val="both"/>
        <w:rPr>
          <w:rFonts w:ascii="Times New Roman" w:hAnsi="Times New Roman" w:cs="Times New Roman"/>
          <w:sz w:val="24"/>
          <w:szCs w:val="24"/>
        </w:rPr>
      </w:pPr>
    </w:p>
    <w:p w:rsidR="002D3816" w:rsidRPr="00EA2DD6" w:rsidRDefault="002D381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2D3816" w:rsidRPr="00EA2DD6" w:rsidRDefault="002D381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2D3816" w:rsidRPr="00EA2DD6" w:rsidRDefault="002D3816"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D3816" w:rsidRPr="00EA2DD6" w:rsidRDefault="002D3816" w:rsidP="00FE444E">
      <w:pPr>
        <w:spacing w:after="0" w:line="240" w:lineRule="auto"/>
        <w:ind w:left="720"/>
        <w:jc w:val="right"/>
        <w:rPr>
          <w:rFonts w:ascii="Times New Roman" w:hAnsi="Times New Roman" w:cs="Times New Roman"/>
          <w:b/>
          <w:bCs/>
          <w:sz w:val="24"/>
          <w:szCs w:val="24"/>
        </w:rPr>
      </w:pPr>
    </w:p>
    <w:p w:rsidR="002D3816" w:rsidRDefault="002D3816"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2D3816" w:rsidRPr="00EA2DD6" w:rsidRDefault="002D3816" w:rsidP="00FE444E">
      <w:pPr>
        <w:spacing w:after="0" w:line="240" w:lineRule="auto"/>
        <w:ind w:left="720"/>
        <w:jc w:val="center"/>
        <w:rPr>
          <w:rFonts w:ascii="Times New Roman" w:hAnsi="Times New Roman" w:cs="Times New Roman"/>
          <w:b/>
          <w:bCs/>
          <w:sz w:val="24"/>
          <w:szCs w:val="24"/>
        </w:rPr>
      </w:pPr>
    </w:p>
    <w:p w:rsidR="002D3816" w:rsidRPr="009D4038" w:rsidRDefault="002D3816"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2D3816" w:rsidRPr="009D4038" w:rsidRDefault="002D3816"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2D3816" w:rsidRPr="008C5597" w:rsidRDefault="002D3816"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2D3816" w:rsidRPr="00FE444E" w:rsidRDefault="002D381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2D3816" w:rsidRPr="00FE444E" w:rsidRDefault="002D381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2D3816" w:rsidRPr="00FE444E" w:rsidRDefault="002D38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2D3816" w:rsidRPr="00FE444E" w:rsidRDefault="002D38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2D3816" w:rsidRPr="00FE444E" w:rsidRDefault="002D381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2D3816" w:rsidRPr="00FE444E" w:rsidRDefault="002D38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2D3816" w:rsidRPr="00FE444E" w:rsidRDefault="002D3816" w:rsidP="00FE444E">
      <w:pPr>
        <w:spacing w:after="0" w:line="240" w:lineRule="auto"/>
        <w:jc w:val="both"/>
        <w:rPr>
          <w:rFonts w:ascii="Times New Roman" w:hAnsi="Times New Roman" w:cs="Times New Roman"/>
          <w:sz w:val="24"/>
          <w:szCs w:val="24"/>
        </w:rPr>
      </w:pPr>
    </w:p>
    <w:p w:rsidR="002D3816" w:rsidRPr="009D4038" w:rsidRDefault="002D3816"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2D3816" w:rsidRPr="00FE444E" w:rsidRDefault="002D381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2D3816" w:rsidRPr="00FE444E" w:rsidRDefault="002D381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2D3816" w:rsidRPr="00FE444E" w:rsidRDefault="002D38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D3816" w:rsidRPr="00FE444E" w:rsidRDefault="002D381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D3816" w:rsidRPr="00FE444E" w:rsidRDefault="002D38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D3816" w:rsidRPr="00FE444E" w:rsidRDefault="002D381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D3816" w:rsidRPr="00FE444E" w:rsidRDefault="002D38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D3816" w:rsidRPr="00FE444E" w:rsidRDefault="002D381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D3816" w:rsidRPr="00FE444E" w:rsidRDefault="002D3816" w:rsidP="00FE444E">
      <w:pPr>
        <w:spacing w:after="0" w:line="240" w:lineRule="auto"/>
        <w:ind w:firstLine="993"/>
        <w:jc w:val="both"/>
        <w:rPr>
          <w:rFonts w:ascii="Times New Roman" w:hAnsi="Times New Roman" w:cs="Times New Roman"/>
          <w:sz w:val="24"/>
          <w:szCs w:val="24"/>
        </w:rPr>
      </w:pPr>
    </w:p>
    <w:p w:rsidR="002D3816" w:rsidRPr="00FE444E" w:rsidRDefault="002D381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2D3816" w:rsidRPr="00FE444E" w:rsidRDefault="002D3816" w:rsidP="00FE444E">
      <w:pPr>
        <w:spacing w:after="0" w:line="240" w:lineRule="auto"/>
        <w:ind w:left="1545"/>
        <w:jc w:val="both"/>
        <w:rPr>
          <w:rFonts w:ascii="Times New Roman" w:hAnsi="Times New Roman" w:cs="Times New Roman"/>
          <w:sz w:val="24"/>
          <w:szCs w:val="24"/>
        </w:rPr>
      </w:pPr>
    </w:p>
    <w:p w:rsidR="002D3816" w:rsidRPr="00FE444E" w:rsidRDefault="002D381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2D3816" w:rsidRPr="00FE444E" w:rsidRDefault="002D381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2D3816" w:rsidRPr="00FE444E" w:rsidRDefault="002D3816" w:rsidP="00FE444E">
      <w:pPr>
        <w:pStyle w:val="ListParagraph"/>
        <w:spacing w:after="0" w:line="240" w:lineRule="auto"/>
        <w:rPr>
          <w:rFonts w:ascii="Times New Roman" w:hAnsi="Times New Roman" w:cs="Times New Roman"/>
          <w:sz w:val="24"/>
          <w:szCs w:val="24"/>
        </w:rPr>
      </w:pPr>
    </w:p>
    <w:p w:rsidR="002D3816" w:rsidRPr="00FE444E" w:rsidRDefault="002D381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2D3816" w:rsidRPr="00FE444E" w:rsidRDefault="002D3816" w:rsidP="00FE444E">
      <w:pPr>
        <w:pStyle w:val="ListParagraph"/>
        <w:spacing w:after="0" w:line="240" w:lineRule="auto"/>
        <w:ind w:left="0" w:firstLine="540"/>
        <w:rPr>
          <w:rFonts w:ascii="Times New Roman" w:hAnsi="Times New Roman" w:cs="Times New Roman"/>
          <w:sz w:val="24"/>
          <w:szCs w:val="24"/>
        </w:rPr>
      </w:pPr>
    </w:p>
    <w:p w:rsidR="002D3816" w:rsidRPr="00FE444E" w:rsidRDefault="002D381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2D3816" w:rsidRPr="00FE444E" w:rsidRDefault="002D3816" w:rsidP="00FE444E">
      <w:pPr>
        <w:spacing w:after="0" w:line="240" w:lineRule="auto"/>
        <w:ind w:firstLine="426"/>
        <w:jc w:val="center"/>
        <w:rPr>
          <w:rFonts w:ascii="Times New Roman" w:hAnsi="Times New Roman" w:cs="Times New Roman"/>
          <w:sz w:val="24"/>
          <w:szCs w:val="24"/>
        </w:rPr>
      </w:pPr>
    </w:p>
    <w:p w:rsidR="002D3816" w:rsidRPr="009D4038" w:rsidRDefault="002D3816"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2D3816" w:rsidRPr="00FE444E" w:rsidRDefault="002D3816"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2D3816" w:rsidRPr="00FE444E" w:rsidRDefault="002D3816" w:rsidP="00FE444E">
      <w:pPr>
        <w:pStyle w:val="Style19"/>
        <w:widowControl/>
        <w:spacing w:before="0" w:after="0" w:line="240" w:lineRule="auto"/>
        <w:ind w:firstLine="567"/>
      </w:pPr>
    </w:p>
    <w:p w:rsidR="002D3816" w:rsidRPr="009D4038" w:rsidRDefault="002D3816"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2D3816" w:rsidRPr="00FE444E" w:rsidRDefault="002D3816"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2D3816" w:rsidRPr="00FE444E" w:rsidRDefault="002D381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2D3816" w:rsidRPr="00FE444E" w:rsidRDefault="002D381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2D3816" w:rsidRDefault="002D3816"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2D3816" w:rsidRPr="00600BF7" w:rsidRDefault="002D3816" w:rsidP="00FE444E">
      <w:pPr>
        <w:pStyle w:val="BodyTextIndent"/>
        <w:spacing w:after="0" w:line="240" w:lineRule="auto"/>
        <w:ind w:left="0" w:firstLine="567"/>
        <w:jc w:val="both"/>
        <w:rPr>
          <w:rFonts w:ascii="Times New Roman" w:hAnsi="Times New Roman" w:cs="Times New Roman"/>
          <w:sz w:val="24"/>
          <w:szCs w:val="24"/>
        </w:rPr>
      </w:pPr>
    </w:p>
    <w:p w:rsidR="002D3816" w:rsidRPr="009D4038" w:rsidRDefault="002D3816"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2D3816" w:rsidRPr="00FE444E" w:rsidRDefault="002D3816" w:rsidP="00FE444E">
      <w:pPr>
        <w:spacing w:after="0" w:line="240" w:lineRule="auto"/>
        <w:ind w:firstLine="567"/>
        <w:jc w:val="both"/>
        <w:rPr>
          <w:rFonts w:ascii="Times New Roman" w:hAnsi="Times New Roman" w:cs="Times New Roman"/>
          <w:sz w:val="24"/>
          <w:szCs w:val="24"/>
        </w:rPr>
      </w:pP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2D3816"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D3816" w:rsidRPr="00FE444E" w:rsidRDefault="002D3816" w:rsidP="00FE444E">
      <w:pPr>
        <w:spacing w:after="0" w:line="240" w:lineRule="auto"/>
        <w:ind w:firstLine="567"/>
        <w:jc w:val="both"/>
        <w:rPr>
          <w:sz w:val="24"/>
          <w:szCs w:val="24"/>
        </w:rPr>
      </w:pPr>
    </w:p>
    <w:p w:rsidR="002D3816" w:rsidRPr="009D4038" w:rsidRDefault="002D3816"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2D3816" w:rsidRPr="00FE444E" w:rsidRDefault="002D3816"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2D3816" w:rsidRPr="00FE444E" w:rsidRDefault="002D3816"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2D3816" w:rsidRPr="00FE444E" w:rsidRDefault="002D3816"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2D3816" w:rsidRPr="00FE444E" w:rsidRDefault="002D3816"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2D3816" w:rsidRPr="008C5567" w:rsidRDefault="002D3816"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2D3816" w:rsidRDefault="002D3816"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D3816" w:rsidRPr="00FE444E" w:rsidRDefault="002D3816" w:rsidP="00FE444E">
      <w:pPr>
        <w:tabs>
          <w:tab w:val="left" w:pos="1418"/>
        </w:tabs>
        <w:spacing w:after="0" w:line="240" w:lineRule="auto"/>
        <w:ind w:firstLine="567"/>
        <w:jc w:val="both"/>
        <w:rPr>
          <w:rFonts w:ascii="Times New Roman" w:hAnsi="Times New Roman" w:cs="Times New Roman"/>
          <w:sz w:val="24"/>
          <w:szCs w:val="24"/>
        </w:rPr>
      </w:pPr>
    </w:p>
    <w:p w:rsidR="002D3816" w:rsidRPr="009D4038" w:rsidRDefault="002D3816"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2D3816" w:rsidRPr="009553A2" w:rsidRDefault="002D3816"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2D3816" w:rsidRPr="00FE444E" w:rsidRDefault="002D3816"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D3816" w:rsidRPr="00DE3F58"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D3816" w:rsidRPr="00250D03" w:rsidRDefault="002D3816"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D3816" w:rsidRPr="00250D03" w:rsidRDefault="002D3816"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D3816" w:rsidRPr="00250D03" w:rsidRDefault="002D3816"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D3816" w:rsidRPr="00FE444E" w:rsidRDefault="002D3816"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2D3816" w:rsidRPr="00FE444E" w:rsidRDefault="002D3816"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2D3816" w:rsidRPr="00FE444E" w:rsidRDefault="002D3816"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D3816" w:rsidRPr="00FE444E" w:rsidRDefault="002D381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2D3816"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D3816" w:rsidRPr="00FE444E" w:rsidRDefault="002D3816" w:rsidP="00FE444E">
      <w:pPr>
        <w:spacing w:after="0" w:line="240" w:lineRule="auto"/>
        <w:ind w:firstLine="567"/>
        <w:jc w:val="both"/>
        <w:rPr>
          <w:rFonts w:ascii="Times New Roman" w:hAnsi="Times New Roman" w:cs="Times New Roman"/>
          <w:sz w:val="24"/>
          <w:szCs w:val="24"/>
        </w:rPr>
      </w:pPr>
    </w:p>
    <w:p w:rsidR="002D3816" w:rsidRPr="009D4038" w:rsidRDefault="002D3816"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2D3816" w:rsidRPr="008C5597" w:rsidRDefault="002D3816"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2D3816" w:rsidRPr="00F119A4" w:rsidRDefault="002D3816"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2D3816" w:rsidRPr="00F119A4" w:rsidRDefault="002D3816" w:rsidP="00FE444E">
      <w:pPr>
        <w:pStyle w:val="Style8"/>
        <w:widowControl/>
        <w:spacing w:before="0" w:after="0" w:line="240" w:lineRule="auto"/>
        <w:ind w:firstLine="567"/>
      </w:pPr>
    </w:p>
    <w:p w:rsidR="002D3816" w:rsidRPr="00FE444E" w:rsidRDefault="002D3816" w:rsidP="00FE444E">
      <w:pPr>
        <w:pStyle w:val="Style7"/>
        <w:widowControl/>
        <w:tabs>
          <w:tab w:val="left" w:leader="underscore" w:pos="9254"/>
        </w:tabs>
        <w:spacing w:before="0" w:after="0" w:line="240" w:lineRule="auto"/>
        <w:jc w:val="both"/>
        <w:rPr>
          <w:b/>
          <w:bCs/>
        </w:rPr>
      </w:pPr>
      <w:r w:rsidRPr="00FE444E">
        <w:rPr>
          <w:b/>
          <w:bCs/>
        </w:rPr>
        <w:tab/>
      </w:r>
    </w:p>
    <w:p w:rsidR="002D3816" w:rsidRPr="00FE444E" w:rsidRDefault="002D3816"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2D3816" w:rsidRDefault="002D3816"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2D3816" w:rsidRPr="00822604" w:rsidRDefault="002D3816" w:rsidP="00FE444E">
      <w:pPr>
        <w:pStyle w:val="Style12"/>
        <w:widowControl/>
        <w:spacing w:before="0" w:after="0" w:line="240" w:lineRule="auto"/>
        <w:ind w:firstLine="567"/>
        <w:jc w:val="both"/>
      </w:pPr>
      <w:r w:rsidRPr="00822604">
        <w:t>Полномочным представителем Подрядчика является:</w:t>
      </w:r>
    </w:p>
    <w:p w:rsidR="002D3816" w:rsidRPr="00FE444E" w:rsidRDefault="002D3816" w:rsidP="00FE444E">
      <w:pPr>
        <w:pStyle w:val="Style7"/>
        <w:widowControl/>
        <w:tabs>
          <w:tab w:val="left" w:leader="underscore" w:pos="9254"/>
        </w:tabs>
        <w:spacing w:before="0" w:after="0" w:line="240" w:lineRule="auto"/>
        <w:jc w:val="both"/>
        <w:rPr>
          <w:b/>
          <w:bCs/>
        </w:rPr>
      </w:pPr>
      <w:r w:rsidRPr="00FE444E">
        <w:rPr>
          <w:b/>
          <w:bCs/>
        </w:rPr>
        <w:tab/>
      </w:r>
    </w:p>
    <w:p w:rsidR="002D3816" w:rsidRPr="00FE444E" w:rsidRDefault="002D3816"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2D3816" w:rsidRPr="005828D6" w:rsidRDefault="002D3816"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2D3816" w:rsidRDefault="002D3816"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2D3816" w:rsidRDefault="002D3816"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2D3816" w:rsidRDefault="002D3816"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2D3816" w:rsidRPr="008C5597" w:rsidRDefault="002D3816"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D3816" w:rsidRPr="008C5597" w:rsidRDefault="002D3816"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2D3816" w:rsidRPr="008C5597" w:rsidRDefault="002D3816"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2D3816" w:rsidRPr="00250D03" w:rsidRDefault="002D3816"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2D3816" w:rsidRPr="00250D03" w:rsidRDefault="002D3816"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2D3816" w:rsidRPr="00250D03" w:rsidRDefault="002D3816"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2D3816" w:rsidRPr="00250D03" w:rsidRDefault="002D3816"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2D3816" w:rsidRPr="00250D03" w:rsidRDefault="002D3816"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2D3816" w:rsidRPr="00250D03" w:rsidRDefault="002D3816"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D3816" w:rsidRPr="00FE444E" w:rsidRDefault="002D3816"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D3816" w:rsidRPr="00FE444E" w:rsidRDefault="002D3816"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D3816" w:rsidRPr="00FE444E" w:rsidRDefault="002D3816"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2D3816" w:rsidRPr="00FE444E" w:rsidRDefault="002D3816"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D3816" w:rsidRPr="00331B78" w:rsidRDefault="002D3816"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2D3816" w:rsidRPr="00DE3F58" w:rsidRDefault="002D3816"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D3816" w:rsidRDefault="002D3816"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D3816" w:rsidRPr="00DE3F58" w:rsidRDefault="002D3816" w:rsidP="00FE444E">
      <w:pPr>
        <w:pStyle w:val="Closing"/>
        <w:spacing w:line="240" w:lineRule="auto"/>
        <w:ind w:left="45" w:firstLine="567"/>
        <w:jc w:val="both"/>
        <w:rPr>
          <w:sz w:val="24"/>
          <w:szCs w:val="24"/>
          <w:lang w:eastAsia="ru-RU"/>
        </w:rPr>
      </w:pPr>
    </w:p>
    <w:p w:rsidR="002D3816" w:rsidRPr="009D4038" w:rsidRDefault="002D3816"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2D3816" w:rsidRPr="00FE444E" w:rsidRDefault="002D381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D3816" w:rsidRPr="00FE444E" w:rsidRDefault="002D381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D3816" w:rsidRPr="008C5597" w:rsidRDefault="002D3816"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D3816" w:rsidRPr="008C5597" w:rsidRDefault="002D3816"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2D3816" w:rsidRPr="008C5597" w:rsidRDefault="002D3816"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2D3816" w:rsidRDefault="002D3816"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2D3816" w:rsidRPr="008C5597" w:rsidRDefault="002D3816" w:rsidP="00FE444E">
      <w:pPr>
        <w:pStyle w:val="Style14"/>
        <w:widowControl/>
        <w:tabs>
          <w:tab w:val="left" w:pos="709"/>
        </w:tabs>
        <w:spacing w:before="0" w:after="0" w:line="240" w:lineRule="auto"/>
        <w:ind w:firstLine="567"/>
      </w:pPr>
    </w:p>
    <w:p w:rsidR="002D3816" w:rsidRDefault="002D3816"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2D3816" w:rsidRPr="008C5597" w:rsidRDefault="002D3816"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2D3816" w:rsidRPr="00FE444E" w:rsidRDefault="002D3816"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D3816" w:rsidRPr="00FE444E" w:rsidRDefault="002D3816"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D3816" w:rsidRPr="00FE444E" w:rsidRDefault="002D3816"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2D3816" w:rsidRDefault="002D3816"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2D3816" w:rsidRPr="00FE444E" w:rsidRDefault="002D3816" w:rsidP="00FE444E">
      <w:pPr>
        <w:pStyle w:val="Style14"/>
        <w:widowControl/>
        <w:tabs>
          <w:tab w:val="left" w:pos="1234"/>
        </w:tabs>
        <w:spacing w:before="0" w:after="0" w:line="240" w:lineRule="auto"/>
        <w:ind w:firstLine="567"/>
      </w:pPr>
    </w:p>
    <w:p w:rsidR="002D3816" w:rsidRDefault="002D3816"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2D3816" w:rsidRPr="00FE444E" w:rsidRDefault="002D3816"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2D3816" w:rsidRPr="00DE3F58"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2D3816"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D3816" w:rsidRPr="00FE444E" w:rsidRDefault="002D3816" w:rsidP="00FE444E">
      <w:pPr>
        <w:spacing w:after="0" w:line="240" w:lineRule="auto"/>
        <w:ind w:firstLine="567"/>
        <w:jc w:val="both"/>
        <w:rPr>
          <w:rFonts w:ascii="Times New Roman" w:hAnsi="Times New Roman" w:cs="Times New Roman"/>
          <w:sz w:val="24"/>
          <w:szCs w:val="24"/>
        </w:rPr>
      </w:pPr>
    </w:p>
    <w:p w:rsidR="002D3816" w:rsidRDefault="002D3816"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2D3816" w:rsidRPr="00250D03" w:rsidRDefault="002D3816"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D3816" w:rsidRPr="00250D03" w:rsidRDefault="002D3816"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2D3816" w:rsidRPr="00FE444E" w:rsidRDefault="002D3816" w:rsidP="00FE444E">
      <w:pPr>
        <w:pStyle w:val="Style14"/>
        <w:widowControl/>
        <w:tabs>
          <w:tab w:val="left" w:pos="709"/>
        </w:tabs>
        <w:spacing w:before="0" w:after="0" w:line="240" w:lineRule="auto"/>
        <w:ind w:firstLine="567"/>
      </w:pPr>
    </w:p>
    <w:p w:rsidR="002D3816" w:rsidRPr="00FE444E" w:rsidRDefault="002D3816"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D3816"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2D3816" w:rsidRPr="00FE444E" w:rsidRDefault="002D3816" w:rsidP="00FE444E">
      <w:pPr>
        <w:spacing w:after="0" w:line="240" w:lineRule="auto"/>
        <w:ind w:firstLine="567"/>
        <w:jc w:val="both"/>
        <w:rPr>
          <w:rFonts w:ascii="Times New Roman" w:hAnsi="Times New Roman" w:cs="Times New Roman"/>
          <w:sz w:val="24"/>
          <w:szCs w:val="24"/>
        </w:rPr>
      </w:pPr>
    </w:p>
    <w:p w:rsidR="002D3816" w:rsidRDefault="002D3816"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2D3816" w:rsidRPr="00250D03" w:rsidRDefault="002D3816"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D3816" w:rsidRPr="00FE444E" w:rsidRDefault="002D381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D3816"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D3816" w:rsidRPr="00FE444E" w:rsidRDefault="002D3816" w:rsidP="00FE444E">
      <w:pPr>
        <w:spacing w:after="0" w:line="240" w:lineRule="auto"/>
        <w:ind w:firstLine="567"/>
        <w:jc w:val="both"/>
        <w:rPr>
          <w:rFonts w:ascii="Times New Roman" w:hAnsi="Times New Roman" w:cs="Times New Roman"/>
          <w:sz w:val="24"/>
          <w:szCs w:val="24"/>
        </w:rPr>
      </w:pPr>
    </w:p>
    <w:p w:rsidR="002D3816" w:rsidRDefault="002D3816"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2D3816" w:rsidRPr="00FE444E" w:rsidRDefault="002D3816"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2D3816" w:rsidRPr="00FE444E" w:rsidRDefault="002D3816"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D3816" w:rsidRPr="00FE444E" w:rsidRDefault="002D3816"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D3816" w:rsidRPr="00FE444E" w:rsidRDefault="002D3816" w:rsidP="00FE444E">
      <w:pPr>
        <w:pStyle w:val="Style14"/>
        <w:widowControl/>
        <w:tabs>
          <w:tab w:val="left" w:pos="709"/>
        </w:tabs>
        <w:spacing w:before="0" w:after="0" w:line="240" w:lineRule="auto"/>
        <w:ind w:firstLine="0"/>
        <w:jc w:val="center"/>
      </w:pPr>
    </w:p>
    <w:p w:rsidR="002D3816" w:rsidRPr="00FE444E" w:rsidRDefault="002D3816"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2D3816" w:rsidRDefault="002D3816"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2D3816" w:rsidRPr="00FE444E" w:rsidRDefault="002D3816" w:rsidP="00EA2DD6">
      <w:pPr>
        <w:pStyle w:val="Style14"/>
        <w:widowControl/>
        <w:tabs>
          <w:tab w:val="left" w:pos="709"/>
        </w:tabs>
        <w:spacing w:before="0" w:after="0" w:line="240" w:lineRule="auto"/>
        <w:ind w:firstLine="567"/>
      </w:pPr>
    </w:p>
    <w:p w:rsidR="002D3816" w:rsidRPr="00FE444E" w:rsidRDefault="002D3816"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2D3816" w:rsidRPr="00FE444E" w:rsidRDefault="002D381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2D3816" w:rsidRPr="00FE444E" w:rsidRDefault="002D3816" w:rsidP="00FE444E">
      <w:pPr>
        <w:pStyle w:val="Header"/>
        <w:ind w:left="425"/>
        <w:jc w:val="center"/>
      </w:pPr>
    </w:p>
    <w:p w:rsidR="002D3816" w:rsidRPr="00FE444E" w:rsidRDefault="002D3816"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2D3816" w:rsidRPr="00FE444E" w:rsidRDefault="002D3816" w:rsidP="00FE444E">
      <w:pPr>
        <w:pStyle w:val="Header"/>
        <w:ind w:firstLine="425"/>
      </w:pPr>
    </w:p>
    <w:p w:rsidR="002D3816" w:rsidRPr="00FE444E" w:rsidRDefault="002D3816"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2D3816" w:rsidRPr="00FE444E" w:rsidRDefault="002D3816" w:rsidP="00FE444E">
      <w:pPr>
        <w:pStyle w:val="Header"/>
        <w:jc w:val="center"/>
      </w:pPr>
      <w:r w:rsidRPr="00FE444E">
        <w:t>№ 1.________________________________________________________________________</w:t>
      </w:r>
    </w:p>
    <w:p w:rsidR="002D3816" w:rsidRPr="00FE444E" w:rsidRDefault="002D3816" w:rsidP="00FE444E">
      <w:pPr>
        <w:pStyle w:val="Header"/>
        <w:jc w:val="center"/>
      </w:pPr>
      <w:r w:rsidRPr="00FE444E">
        <w:t>№ 2.________________________________________________________________________</w:t>
      </w:r>
    </w:p>
    <w:p w:rsidR="002D3816" w:rsidRPr="00FE444E" w:rsidRDefault="002D3816" w:rsidP="00FE444E">
      <w:pPr>
        <w:pStyle w:val="Header"/>
      </w:pPr>
      <w:r>
        <w:t xml:space="preserve">  </w:t>
      </w:r>
      <w:r w:rsidRPr="00FE444E">
        <w:t>№ 3.________________________________________________________________________</w:t>
      </w:r>
    </w:p>
    <w:p w:rsidR="002D3816" w:rsidRPr="00FE444E" w:rsidRDefault="002D3816" w:rsidP="00FE444E">
      <w:pPr>
        <w:pStyle w:val="Header"/>
      </w:pPr>
      <w:r>
        <w:t xml:space="preserve">  </w:t>
      </w:r>
      <w:r w:rsidRPr="00FE444E">
        <w:t>№ 4.________________________________________________________________________</w:t>
      </w:r>
    </w:p>
    <w:p w:rsidR="002D3816" w:rsidRPr="00FE444E" w:rsidRDefault="002D3816" w:rsidP="00FE444E">
      <w:pPr>
        <w:pStyle w:val="Header"/>
      </w:pPr>
      <w:r>
        <w:t xml:space="preserve">  </w:t>
      </w:r>
      <w:r w:rsidRPr="00FE444E">
        <w:t>№ 5.________________________________________________________________________</w:t>
      </w:r>
    </w:p>
    <w:p w:rsidR="002D3816" w:rsidRPr="00FE444E" w:rsidRDefault="002D3816" w:rsidP="00FE444E">
      <w:pPr>
        <w:pStyle w:val="Header"/>
      </w:pPr>
    </w:p>
    <w:p w:rsidR="002D3816" w:rsidRPr="00FE444E" w:rsidRDefault="002D3816" w:rsidP="00FE444E">
      <w:pPr>
        <w:pStyle w:val="BodyText"/>
        <w:spacing w:after="0" w:line="240" w:lineRule="auto"/>
        <w:jc w:val="center"/>
        <w:rPr>
          <w:rFonts w:ascii="Times New Roman" w:hAnsi="Times New Roman" w:cs="Times New Roman"/>
          <w:sz w:val="24"/>
          <w:szCs w:val="24"/>
        </w:rPr>
      </w:pPr>
    </w:p>
    <w:p w:rsidR="002D3816" w:rsidRPr="00AB5687" w:rsidRDefault="002D3816"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2D3816" w:rsidRPr="00FE444E" w:rsidRDefault="002D3816" w:rsidP="00FE444E">
      <w:pPr>
        <w:spacing w:after="0" w:line="240" w:lineRule="auto"/>
        <w:ind w:firstLine="426"/>
        <w:jc w:val="both"/>
        <w:rPr>
          <w:rFonts w:ascii="Times New Roman" w:hAnsi="Times New Roman" w:cs="Times New Roman"/>
          <w:sz w:val="24"/>
          <w:szCs w:val="24"/>
        </w:rPr>
      </w:pPr>
    </w:p>
    <w:p w:rsidR="002D3816" w:rsidRPr="00FE444E" w:rsidRDefault="002D3816"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2D3816" w:rsidRPr="00FE444E" w:rsidRDefault="002D3816" w:rsidP="00FE444E">
      <w:pPr>
        <w:spacing w:after="0" w:line="240" w:lineRule="auto"/>
        <w:rPr>
          <w:rFonts w:ascii="Times New Roman" w:hAnsi="Times New Roman" w:cs="Times New Roman"/>
          <w:sz w:val="24"/>
          <w:szCs w:val="24"/>
        </w:rPr>
      </w:pPr>
    </w:p>
    <w:p w:rsidR="002D3816" w:rsidRPr="00FE444E" w:rsidRDefault="002D381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2D3816" w:rsidRPr="00FE444E" w:rsidRDefault="002D3816"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D3816" w:rsidRDefault="002D3816"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D3816" w:rsidRDefault="002D3816" w:rsidP="00FE444E">
      <w:pPr>
        <w:spacing w:after="0" w:line="240" w:lineRule="auto"/>
        <w:ind w:firstLine="426"/>
        <w:rPr>
          <w:rFonts w:ascii="Times New Roman" w:hAnsi="Times New Roman" w:cs="Times New Roman"/>
          <w:sz w:val="24"/>
          <w:szCs w:val="24"/>
        </w:rPr>
      </w:pPr>
    </w:p>
    <w:p w:rsidR="002D3816" w:rsidRPr="00FE444E" w:rsidRDefault="002D3816"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2D3816" w:rsidRPr="00FE444E" w:rsidRDefault="002D381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2D3816" w:rsidRPr="00FE444E" w:rsidRDefault="002D381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D3816" w:rsidRPr="00FE444E" w:rsidRDefault="002D3816" w:rsidP="00FE444E">
      <w:pPr>
        <w:spacing w:after="0" w:line="240" w:lineRule="auto"/>
        <w:ind w:firstLine="567"/>
        <w:jc w:val="center"/>
        <w:rPr>
          <w:rFonts w:ascii="Times New Roman" w:hAnsi="Times New Roman" w:cs="Times New Roman"/>
          <w:sz w:val="24"/>
          <w:szCs w:val="24"/>
        </w:rPr>
      </w:pPr>
    </w:p>
    <w:p w:rsidR="002D3816" w:rsidRPr="00FE444E" w:rsidRDefault="002D3816"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2D3816" w:rsidRPr="00FE444E" w:rsidRDefault="002D3816" w:rsidP="00FE444E">
      <w:pPr>
        <w:spacing w:after="0" w:line="240" w:lineRule="auto"/>
        <w:jc w:val="both"/>
        <w:rPr>
          <w:rFonts w:ascii="Times New Roman" w:hAnsi="Times New Roman" w:cs="Times New Roman"/>
          <w:sz w:val="24"/>
          <w:szCs w:val="24"/>
        </w:rPr>
      </w:pPr>
    </w:p>
    <w:p w:rsidR="002D3816" w:rsidRPr="00FE444E" w:rsidRDefault="002D38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2D3816" w:rsidRPr="00FE444E" w:rsidRDefault="002D3816" w:rsidP="00FE444E">
      <w:pPr>
        <w:spacing w:after="0" w:line="240" w:lineRule="auto"/>
        <w:jc w:val="both"/>
        <w:rPr>
          <w:rFonts w:ascii="Times New Roman" w:hAnsi="Times New Roman" w:cs="Times New Roman"/>
          <w:sz w:val="24"/>
          <w:szCs w:val="24"/>
        </w:rPr>
      </w:pPr>
    </w:p>
    <w:p w:rsidR="002D3816" w:rsidRPr="00FE444E" w:rsidRDefault="002D38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2D3816" w:rsidRPr="00FE444E" w:rsidRDefault="002D3816" w:rsidP="00FE444E">
      <w:pPr>
        <w:spacing w:after="0" w:line="240" w:lineRule="auto"/>
        <w:jc w:val="both"/>
        <w:rPr>
          <w:rFonts w:ascii="Times New Roman" w:hAnsi="Times New Roman" w:cs="Times New Roman"/>
          <w:sz w:val="24"/>
          <w:szCs w:val="24"/>
        </w:rPr>
      </w:pPr>
    </w:p>
    <w:p w:rsidR="002D3816" w:rsidRPr="00FE444E" w:rsidRDefault="002D381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2D3816" w:rsidRPr="00FE444E" w:rsidRDefault="002D3816" w:rsidP="00FE444E">
      <w:pPr>
        <w:pStyle w:val="ListParagraph"/>
        <w:spacing w:after="0" w:line="240" w:lineRule="auto"/>
        <w:ind w:left="4962" w:firstLine="702"/>
        <w:rPr>
          <w:rFonts w:ascii="Times New Roman" w:hAnsi="Times New Roman" w:cs="Times New Roman"/>
          <w:sz w:val="24"/>
          <w:szCs w:val="24"/>
        </w:rPr>
      </w:pPr>
    </w:p>
    <w:p w:rsidR="002D3816" w:rsidRDefault="002D3816" w:rsidP="00FE444E">
      <w:pPr>
        <w:spacing w:after="0" w:line="240" w:lineRule="auto"/>
        <w:jc w:val="both"/>
        <w:rPr>
          <w:rFonts w:ascii="Times New Roman" w:hAnsi="Times New Roman" w:cs="Times New Roman"/>
          <w:sz w:val="24"/>
          <w:szCs w:val="24"/>
        </w:rPr>
      </w:pPr>
    </w:p>
    <w:p w:rsidR="002D3816" w:rsidRPr="00C16C63" w:rsidRDefault="002D3816" w:rsidP="00FE444E">
      <w:pPr>
        <w:spacing w:after="0" w:line="240" w:lineRule="auto"/>
        <w:jc w:val="both"/>
        <w:rPr>
          <w:rFonts w:ascii="Times New Roman" w:hAnsi="Times New Roman" w:cs="Times New Roman"/>
          <w:sz w:val="24"/>
          <w:szCs w:val="24"/>
        </w:rPr>
      </w:pPr>
    </w:p>
    <w:sectPr w:rsidR="002D3816"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20">
    <w:nsid w:val="7C2F79C0"/>
    <w:multiLevelType w:val="multilevel"/>
    <w:tmpl w:val="150601AC"/>
    <w:lvl w:ilvl="0">
      <w:start w:val="1"/>
      <w:numFmt w:val="decimal"/>
      <w:lvlText w:val="%1."/>
      <w:lvlJc w:val="left"/>
      <w:pPr>
        <w:tabs>
          <w:tab w:val="num" w:pos="480"/>
        </w:tabs>
        <w:ind w:left="480" w:hanging="480"/>
      </w:pPr>
      <w:rPr>
        <w:rFonts w:hint="default"/>
        <w:color w:val="auto"/>
      </w:rPr>
    </w:lvl>
    <w:lvl w:ilvl="1">
      <w:start w:val="5"/>
      <w:numFmt w:val="decimal"/>
      <w:lvlText w:val="%1.%2."/>
      <w:lvlJc w:val="left"/>
      <w:pPr>
        <w:tabs>
          <w:tab w:val="num" w:pos="1020"/>
        </w:tabs>
        <w:ind w:left="1020" w:hanging="480"/>
      </w:pPr>
      <w:rPr>
        <w:rFonts w:hint="default"/>
        <w:color w:val="auto"/>
      </w:rPr>
    </w:lvl>
    <w:lvl w:ilvl="2">
      <w:start w:val="1"/>
      <w:numFmt w:val="decimal"/>
      <w:lvlText w:val="%1.%2.%3."/>
      <w:lvlJc w:val="left"/>
      <w:pPr>
        <w:tabs>
          <w:tab w:val="num" w:pos="1800"/>
        </w:tabs>
        <w:ind w:left="1800" w:hanging="720"/>
      </w:pPr>
      <w:rPr>
        <w:rFonts w:hint="default"/>
        <w:color w:val="auto"/>
      </w:rPr>
    </w:lvl>
    <w:lvl w:ilvl="3">
      <w:start w:val="1"/>
      <w:numFmt w:val="decimal"/>
      <w:lvlText w:val="%1.%2.%3.%4."/>
      <w:lvlJc w:val="left"/>
      <w:pPr>
        <w:tabs>
          <w:tab w:val="num" w:pos="2340"/>
        </w:tabs>
        <w:ind w:left="2340" w:hanging="720"/>
      </w:pPr>
      <w:rPr>
        <w:rFonts w:hint="default"/>
        <w:color w:val="auto"/>
      </w:rPr>
    </w:lvl>
    <w:lvl w:ilvl="4">
      <w:start w:val="1"/>
      <w:numFmt w:val="decimal"/>
      <w:lvlText w:val="%1.%2.%3.%4.%5."/>
      <w:lvlJc w:val="left"/>
      <w:pPr>
        <w:tabs>
          <w:tab w:val="num" w:pos="3240"/>
        </w:tabs>
        <w:ind w:left="3240" w:hanging="1080"/>
      </w:pPr>
      <w:rPr>
        <w:rFonts w:hint="default"/>
        <w:color w:val="auto"/>
      </w:rPr>
    </w:lvl>
    <w:lvl w:ilvl="5">
      <w:start w:val="1"/>
      <w:numFmt w:val="decimal"/>
      <w:lvlText w:val="%1.%2.%3.%4.%5.%6."/>
      <w:lvlJc w:val="left"/>
      <w:pPr>
        <w:tabs>
          <w:tab w:val="num" w:pos="3780"/>
        </w:tabs>
        <w:ind w:left="3780" w:hanging="1080"/>
      </w:pPr>
      <w:rPr>
        <w:rFonts w:hint="default"/>
        <w:color w:val="auto"/>
      </w:rPr>
    </w:lvl>
    <w:lvl w:ilvl="6">
      <w:start w:val="1"/>
      <w:numFmt w:val="decimal"/>
      <w:lvlText w:val="%1.%2.%3.%4.%5.%6.%7."/>
      <w:lvlJc w:val="left"/>
      <w:pPr>
        <w:tabs>
          <w:tab w:val="num" w:pos="4680"/>
        </w:tabs>
        <w:ind w:left="4680" w:hanging="1440"/>
      </w:pPr>
      <w:rPr>
        <w:rFonts w:hint="default"/>
        <w:color w:val="auto"/>
      </w:rPr>
    </w:lvl>
    <w:lvl w:ilvl="7">
      <w:start w:val="1"/>
      <w:numFmt w:val="decimal"/>
      <w:lvlText w:val="%1.%2.%3.%4.%5.%6.%7.%8."/>
      <w:lvlJc w:val="left"/>
      <w:pPr>
        <w:tabs>
          <w:tab w:val="num" w:pos="5220"/>
        </w:tabs>
        <w:ind w:left="5220" w:hanging="1440"/>
      </w:pPr>
      <w:rPr>
        <w:rFonts w:hint="default"/>
        <w:color w:val="auto"/>
      </w:rPr>
    </w:lvl>
    <w:lvl w:ilvl="8">
      <w:start w:val="1"/>
      <w:numFmt w:val="decimal"/>
      <w:lvlText w:val="%1.%2.%3.%4.%5.%6.%7.%8.%9."/>
      <w:lvlJc w:val="left"/>
      <w:pPr>
        <w:tabs>
          <w:tab w:val="num" w:pos="6120"/>
        </w:tabs>
        <w:ind w:left="6120" w:hanging="1800"/>
      </w:pPr>
      <w:rPr>
        <w:rFonts w:hint="default"/>
        <w:color w:val="auto"/>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1CC9"/>
    <w:rsid w:val="000B4ECA"/>
    <w:rsid w:val="000D10AC"/>
    <w:rsid w:val="000F3FBC"/>
    <w:rsid w:val="00105C97"/>
    <w:rsid w:val="001328D0"/>
    <w:rsid w:val="0014304B"/>
    <w:rsid w:val="0015777D"/>
    <w:rsid w:val="001779D8"/>
    <w:rsid w:val="00182C85"/>
    <w:rsid w:val="001848CB"/>
    <w:rsid w:val="00192BD1"/>
    <w:rsid w:val="00195397"/>
    <w:rsid w:val="001D2C65"/>
    <w:rsid w:val="00210FE0"/>
    <w:rsid w:val="00213631"/>
    <w:rsid w:val="00227466"/>
    <w:rsid w:val="00243B63"/>
    <w:rsid w:val="00247573"/>
    <w:rsid w:val="00250D03"/>
    <w:rsid w:val="00255846"/>
    <w:rsid w:val="00264261"/>
    <w:rsid w:val="00286E09"/>
    <w:rsid w:val="002A34CA"/>
    <w:rsid w:val="002B03DB"/>
    <w:rsid w:val="002B44A6"/>
    <w:rsid w:val="002B6AC9"/>
    <w:rsid w:val="002C2471"/>
    <w:rsid w:val="002D3816"/>
    <w:rsid w:val="00303A1B"/>
    <w:rsid w:val="003214BE"/>
    <w:rsid w:val="00331B78"/>
    <w:rsid w:val="003335A2"/>
    <w:rsid w:val="0034711D"/>
    <w:rsid w:val="003A15E6"/>
    <w:rsid w:val="003B364D"/>
    <w:rsid w:val="003B5845"/>
    <w:rsid w:val="003B7EE8"/>
    <w:rsid w:val="003C6131"/>
    <w:rsid w:val="003F0EF6"/>
    <w:rsid w:val="003F203C"/>
    <w:rsid w:val="004030AD"/>
    <w:rsid w:val="00431B2C"/>
    <w:rsid w:val="004323EF"/>
    <w:rsid w:val="00433E80"/>
    <w:rsid w:val="00443BD7"/>
    <w:rsid w:val="00464C00"/>
    <w:rsid w:val="004762F7"/>
    <w:rsid w:val="00483109"/>
    <w:rsid w:val="00485529"/>
    <w:rsid w:val="004D4BC7"/>
    <w:rsid w:val="00523163"/>
    <w:rsid w:val="005367B4"/>
    <w:rsid w:val="005828D6"/>
    <w:rsid w:val="005862F5"/>
    <w:rsid w:val="00596C11"/>
    <w:rsid w:val="005B6F0B"/>
    <w:rsid w:val="005E2C09"/>
    <w:rsid w:val="005F5DCD"/>
    <w:rsid w:val="00600BF7"/>
    <w:rsid w:val="006024B9"/>
    <w:rsid w:val="00606FBA"/>
    <w:rsid w:val="0065119F"/>
    <w:rsid w:val="00665978"/>
    <w:rsid w:val="00690852"/>
    <w:rsid w:val="006D3D31"/>
    <w:rsid w:val="006E0F8B"/>
    <w:rsid w:val="007018CA"/>
    <w:rsid w:val="00707F60"/>
    <w:rsid w:val="00720434"/>
    <w:rsid w:val="0075512B"/>
    <w:rsid w:val="00755800"/>
    <w:rsid w:val="007647E0"/>
    <w:rsid w:val="007654F9"/>
    <w:rsid w:val="00796D33"/>
    <w:rsid w:val="007A0DE6"/>
    <w:rsid w:val="007D65C4"/>
    <w:rsid w:val="007E3374"/>
    <w:rsid w:val="00810CD0"/>
    <w:rsid w:val="00810CD1"/>
    <w:rsid w:val="008130D4"/>
    <w:rsid w:val="00822604"/>
    <w:rsid w:val="00835CA5"/>
    <w:rsid w:val="008451F3"/>
    <w:rsid w:val="008504E8"/>
    <w:rsid w:val="00893D05"/>
    <w:rsid w:val="008C5567"/>
    <w:rsid w:val="008C5597"/>
    <w:rsid w:val="008D06AC"/>
    <w:rsid w:val="008D4C71"/>
    <w:rsid w:val="008D52BA"/>
    <w:rsid w:val="00906155"/>
    <w:rsid w:val="00907E6B"/>
    <w:rsid w:val="00915F3A"/>
    <w:rsid w:val="009553A2"/>
    <w:rsid w:val="00976BB3"/>
    <w:rsid w:val="00976DB2"/>
    <w:rsid w:val="009847BA"/>
    <w:rsid w:val="00985ADA"/>
    <w:rsid w:val="009D4038"/>
    <w:rsid w:val="00A121BF"/>
    <w:rsid w:val="00A412EC"/>
    <w:rsid w:val="00A757CC"/>
    <w:rsid w:val="00A811FA"/>
    <w:rsid w:val="00A9484D"/>
    <w:rsid w:val="00AB5687"/>
    <w:rsid w:val="00AC2620"/>
    <w:rsid w:val="00AC2ADC"/>
    <w:rsid w:val="00AC2DAB"/>
    <w:rsid w:val="00AF3282"/>
    <w:rsid w:val="00B222D4"/>
    <w:rsid w:val="00B22A0D"/>
    <w:rsid w:val="00B70109"/>
    <w:rsid w:val="00B81B39"/>
    <w:rsid w:val="00BA128E"/>
    <w:rsid w:val="00BB0B00"/>
    <w:rsid w:val="00BD4945"/>
    <w:rsid w:val="00BF3621"/>
    <w:rsid w:val="00BF7716"/>
    <w:rsid w:val="00C00B9B"/>
    <w:rsid w:val="00C02BD3"/>
    <w:rsid w:val="00C16C63"/>
    <w:rsid w:val="00C34EA0"/>
    <w:rsid w:val="00C51424"/>
    <w:rsid w:val="00CB48A1"/>
    <w:rsid w:val="00CD0B6C"/>
    <w:rsid w:val="00CD2722"/>
    <w:rsid w:val="00CD3AB5"/>
    <w:rsid w:val="00D03EDB"/>
    <w:rsid w:val="00D41469"/>
    <w:rsid w:val="00D51610"/>
    <w:rsid w:val="00D55FE8"/>
    <w:rsid w:val="00D742EF"/>
    <w:rsid w:val="00D97801"/>
    <w:rsid w:val="00DC5881"/>
    <w:rsid w:val="00DD4CD2"/>
    <w:rsid w:val="00DE3F58"/>
    <w:rsid w:val="00E0207B"/>
    <w:rsid w:val="00E368EC"/>
    <w:rsid w:val="00EA2DD6"/>
    <w:rsid w:val="00EE10CF"/>
    <w:rsid w:val="00EF317D"/>
    <w:rsid w:val="00F10885"/>
    <w:rsid w:val="00F119A4"/>
    <w:rsid w:val="00F40E68"/>
    <w:rsid w:val="00F46658"/>
    <w:rsid w:val="00F650A6"/>
    <w:rsid w:val="00F8250B"/>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235</TotalTime>
  <Pages>22</Pages>
  <Words>7591</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16</cp:revision>
  <cp:lastPrinted>2012-05-04T11:02:00Z</cp:lastPrinted>
  <dcterms:created xsi:type="dcterms:W3CDTF">2012-05-04T06:04:00Z</dcterms:created>
  <dcterms:modified xsi:type="dcterms:W3CDTF">2012-05-15T03:24:00Z</dcterms:modified>
</cp:coreProperties>
</file>